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584" w:rsidRDefault="00746584" w:rsidP="00746584">
      <w:pPr>
        <w:jc w:val="center"/>
        <w:rPr>
          <w:rFonts w:ascii="Arial" w:hAnsi="Arial" w:cs="Arial"/>
          <w:b/>
          <w:sz w:val="22"/>
          <w:szCs w:val="22"/>
        </w:rPr>
      </w:pPr>
    </w:p>
    <w:p w:rsidR="00BA57AC" w:rsidRDefault="00BA57AC" w:rsidP="00746584">
      <w:pPr>
        <w:jc w:val="center"/>
        <w:rPr>
          <w:rFonts w:ascii="Arial" w:hAnsi="Arial" w:cs="Arial"/>
          <w:b/>
          <w:sz w:val="22"/>
          <w:szCs w:val="22"/>
        </w:rPr>
      </w:pPr>
    </w:p>
    <w:p w:rsidR="00BA57AC" w:rsidRDefault="00BA57AC" w:rsidP="00746584">
      <w:pPr>
        <w:jc w:val="center"/>
        <w:rPr>
          <w:rFonts w:ascii="Arial" w:hAnsi="Arial" w:cs="Arial"/>
          <w:b/>
          <w:sz w:val="22"/>
          <w:szCs w:val="22"/>
        </w:rPr>
      </w:pPr>
    </w:p>
    <w:p w:rsidR="00BA57AC" w:rsidRDefault="00BA57AC" w:rsidP="00746584">
      <w:pPr>
        <w:jc w:val="center"/>
        <w:rPr>
          <w:rFonts w:ascii="Arial" w:hAnsi="Arial" w:cs="Arial"/>
          <w:b/>
          <w:sz w:val="22"/>
          <w:szCs w:val="22"/>
        </w:rPr>
      </w:pPr>
    </w:p>
    <w:p w:rsidR="00565783" w:rsidRDefault="00565783" w:rsidP="00746584">
      <w:pPr>
        <w:jc w:val="center"/>
        <w:rPr>
          <w:rFonts w:ascii="Arial" w:hAnsi="Arial" w:cs="Arial"/>
          <w:b/>
          <w:sz w:val="22"/>
          <w:szCs w:val="22"/>
        </w:rPr>
      </w:pPr>
    </w:p>
    <w:p w:rsidR="00746584" w:rsidRDefault="00746584" w:rsidP="00746584">
      <w:pPr>
        <w:jc w:val="center"/>
        <w:rPr>
          <w:rFonts w:ascii="Arial" w:hAnsi="Arial" w:cs="Arial"/>
          <w:b/>
          <w:sz w:val="22"/>
          <w:szCs w:val="22"/>
        </w:rPr>
      </w:pPr>
      <w:r w:rsidRPr="00D97E12">
        <w:rPr>
          <w:rFonts w:ascii="Arial" w:hAnsi="Arial" w:cs="Arial"/>
          <w:b/>
          <w:sz w:val="22"/>
          <w:szCs w:val="22"/>
        </w:rPr>
        <w:t>VERBALE DEL</w:t>
      </w:r>
      <w:r>
        <w:rPr>
          <w:rFonts w:ascii="Arial" w:hAnsi="Arial" w:cs="Arial"/>
          <w:b/>
          <w:sz w:val="22"/>
          <w:szCs w:val="22"/>
        </w:rPr>
        <w:t xml:space="preserve"> COMITATO TECNICO</w:t>
      </w:r>
    </w:p>
    <w:p w:rsidR="00746584" w:rsidRDefault="00746584" w:rsidP="00746584">
      <w:pPr>
        <w:jc w:val="center"/>
        <w:rPr>
          <w:rFonts w:ascii="Arial" w:hAnsi="Arial" w:cs="Arial"/>
          <w:b/>
          <w:sz w:val="22"/>
          <w:szCs w:val="22"/>
        </w:rPr>
      </w:pPr>
    </w:p>
    <w:p w:rsidR="00746584" w:rsidRPr="00D97E12" w:rsidRDefault="00746584" w:rsidP="0074658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Seduta del</w:t>
      </w:r>
      <w:r w:rsidRPr="00D97E12">
        <w:rPr>
          <w:rFonts w:ascii="Arial" w:hAnsi="Arial" w:cs="Arial"/>
          <w:b/>
          <w:sz w:val="22"/>
          <w:szCs w:val="22"/>
        </w:rPr>
        <w:t xml:space="preserve"> </w:t>
      </w:r>
      <w:r w:rsidR="0092106E">
        <w:rPr>
          <w:rFonts w:ascii="Arial" w:hAnsi="Arial" w:cs="Arial"/>
          <w:b/>
          <w:sz w:val="22"/>
          <w:szCs w:val="22"/>
        </w:rPr>
        <w:t>01</w:t>
      </w:r>
      <w:r>
        <w:rPr>
          <w:rFonts w:ascii="Arial" w:hAnsi="Arial" w:cs="Arial"/>
          <w:b/>
          <w:sz w:val="22"/>
          <w:szCs w:val="22"/>
        </w:rPr>
        <w:t>/</w:t>
      </w:r>
      <w:r w:rsidR="0092106E">
        <w:rPr>
          <w:rFonts w:ascii="Arial" w:hAnsi="Arial" w:cs="Arial"/>
          <w:b/>
          <w:sz w:val="22"/>
          <w:szCs w:val="22"/>
        </w:rPr>
        <w:t>1</w:t>
      </w:r>
      <w:r w:rsidR="003F5D1E">
        <w:rPr>
          <w:rFonts w:ascii="Arial" w:hAnsi="Arial" w:cs="Arial"/>
          <w:b/>
          <w:sz w:val="22"/>
          <w:szCs w:val="22"/>
        </w:rPr>
        <w:t>0</w:t>
      </w:r>
      <w:r w:rsidRPr="00D97E12">
        <w:rPr>
          <w:rFonts w:ascii="Arial" w:hAnsi="Arial" w:cs="Arial"/>
          <w:b/>
          <w:sz w:val="22"/>
          <w:szCs w:val="22"/>
        </w:rPr>
        <w:t>/201</w:t>
      </w:r>
      <w:r w:rsidR="003F5D1E">
        <w:rPr>
          <w:rFonts w:ascii="Arial" w:hAnsi="Arial" w:cs="Arial"/>
          <w:b/>
          <w:sz w:val="22"/>
          <w:szCs w:val="22"/>
        </w:rPr>
        <w:t>9</w:t>
      </w:r>
    </w:p>
    <w:p w:rsidR="00746584" w:rsidRDefault="00746584" w:rsidP="00746584">
      <w:pPr>
        <w:jc w:val="center"/>
        <w:rPr>
          <w:rFonts w:ascii="Arial" w:hAnsi="Arial" w:cs="Arial"/>
          <w:b/>
          <w:sz w:val="22"/>
          <w:szCs w:val="22"/>
        </w:rPr>
      </w:pPr>
    </w:p>
    <w:p w:rsidR="00565783" w:rsidRPr="00D97E12" w:rsidRDefault="00565783" w:rsidP="00746584">
      <w:pPr>
        <w:jc w:val="center"/>
        <w:rPr>
          <w:rFonts w:ascii="Arial" w:hAnsi="Arial" w:cs="Arial"/>
          <w:b/>
          <w:sz w:val="22"/>
          <w:szCs w:val="22"/>
        </w:rPr>
      </w:pPr>
    </w:p>
    <w:p w:rsidR="00746584" w:rsidRPr="00C8337D" w:rsidRDefault="00E16BB9" w:rsidP="00746584">
      <w:pPr>
        <w:pStyle w:val="Paragrafoelenco1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Il</w:t>
      </w:r>
      <w:r w:rsidR="00746584" w:rsidRPr="00D97E12">
        <w:rPr>
          <w:rFonts w:ascii="Arial" w:hAnsi="Arial" w:cs="Arial"/>
        </w:rPr>
        <w:t xml:space="preserve"> giorno</w:t>
      </w:r>
      <w:r w:rsidR="00746584">
        <w:rPr>
          <w:rFonts w:ascii="Arial" w:hAnsi="Arial" w:cs="Arial"/>
        </w:rPr>
        <w:t xml:space="preserve"> </w:t>
      </w:r>
      <w:r w:rsidR="0092106E">
        <w:rPr>
          <w:rFonts w:ascii="Arial" w:hAnsi="Arial" w:cs="Arial"/>
        </w:rPr>
        <w:t>01</w:t>
      </w:r>
      <w:r w:rsidR="00746584">
        <w:rPr>
          <w:rFonts w:ascii="Arial" w:hAnsi="Arial" w:cs="Arial"/>
        </w:rPr>
        <w:t xml:space="preserve"> </w:t>
      </w:r>
      <w:r w:rsidR="0092106E">
        <w:rPr>
          <w:rFonts w:ascii="Arial" w:hAnsi="Arial" w:cs="Arial"/>
        </w:rPr>
        <w:t>ottobre</w:t>
      </w:r>
      <w:r w:rsidR="000E6BF1">
        <w:rPr>
          <w:rFonts w:ascii="Arial" w:hAnsi="Arial" w:cs="Arial"/>
        </w:rPr>
        <w:t xml:space="preserve"> 201</w:t>
      </w:r>
      <w:r w:rsidR="00C5610C">
        <w:rPr>
          <w:rFonts w:ascii="Arial" w:hAnsi="Arial" w:cs="Arial"/>
        </w:rPr>
        <w:t>9</w:t>
      </w:r>
      <w:r w:rsidR="000E6BF1">
        <w:rPr>
          <w:rFonts w:ascii="Arial" w:hAnsi="Arial" w:cs="Arial"/>
        </w:rPr>
        <w:t xml:space="preserve"> alle ore </w:t>
      </w:r>
      <w:r w:rsidR="0092106E">
        <w:rPr>
          <w:rFonts w:ascii="Arial" w:hAnsi="Arial" w:cs="Arial"/>
        </w:rPr>
        <w:t>1</w:t>
      </w:r>
      <w:r w:rsidR="00EA53B9">
        <w:rPr>
          <w:rFonts w:ascii="Arial" w:hAnsi="Arial" w:cs="Arial"/>
        </w:rPr>
        <w:t>0</w:t>
      </w:r>
      <w:r w:rsidR="00E030AF">
        <w:rPr>
          <w:rFonts w:ascii="Arial" w:hAnsi="Arial" w:cs="Arial"/>
        </w:rPr>
        <w:t>:</w:t>
      </w:r>
      <w:r w:rsidR="00EA53B9">
        <w:rPr>
          <w:rFonts w:ascii="Arial" w:hAnsi="Arial" w:cs="Arial"/>
        </w:rPr>
        <w:t>0</w:t>
      </w:r>
      <w:r w:rsidR="00705D3B">
        <w:rPr>
          <w:rFonts w:ascii="Arial" w:hAnsi="Arial" w:cs="Arial"/>
        </w:rPr>
        <w:t>0</w:t>
      </w:r>
      <w:r w:rsidR="002311AC">
        <w:rPr>
          <w:rFonts w:ascii="Arial" w:hAnsi="Arial" w:cs="Arial"/>
        </w:rPr>
        <w:t xml:space="preserve"> </w:t>
      </w:r>
      <w:r w:rsidR="00F55281">
        <w:rPr>
          <w:rFonts w:ascii="Arial" w:hAnsi="Arial" w:cs="Arial"/>
        </w:rPr>
        <w:t>si è</w:t>
      </w:r>
      <w:r w:rsidR="00746584">
        <w:rPr>
          <w:rFonts w:ascii="Arial" w:hAnsi="Arial" w:cs="Arial"/>
        </w:rPr>
        <w:t xml:space="preserve"> riunito, </w:t>
      </w:r>
      <w:r w:rsidR="00C5610C">
        <w:rPr>
          <w:rFonts w:ascii="Arial" w:hAnsi="Arial" w:cs="Arial"/>
        </w:rPr>
        <w:t xml:space="preserve">presso la sala riunioni della </w:t>
      </w:r>
      <w:r w:rsidR="00C5610C" w:rsidRPr="00D97E12">
        <w:rPr>
          <w:rFonts w:ascii="Arial" w:hAnsi="Arial" w:cs="Arial"/>
        </w:rPr>
        <w:t xml:space="preserve">Direzione Centrale dell’ARTA Abruzzo in Pescara, </w:t>
      </w:r>
      <w:r w:rsidR="00C5610C">
        <w:rPr>
          <w:rFonts w:ascii="Arial" w:hAnsi="Arial" w:cs="Arial"/>
        </w:rPr>
        <w:t>il Comitato Tecnico,</w:t>
      </w:r>
      <w:r w:rsidR="00746584">
        <w:rPr>
          <w:rFonts w:ascii="Arial" w:hAnsi="Arial" w:cs="Arial"/>
        </w:rPr>
        <w:t xml:space="preserve"> convocato dal Direttore Generale con </w:t>
      </w:r>
      <w:r w:rsidR="000E6BF1">
        <w:rPr>
          <w:rFonts w:ascii="Arial" w:hAnsi="Arial" w:cs="Arial"/>
        </w:rPr>
        <w:t>not</w:t>
      </w:r>
      <w:r w:rsidR="00762737">
        <w:rPr>
          <w:rFonts w:ascii="Arial" w:hAnsi="Arial" w:cs="Arial"/>
        </w:rPr>
        <w:t xml:space="preserve">e </w:t>
      </w:r>
      <w:r w:rsidR="00240ECD">
        <w:rPr>
          <w:rFonts w:ascii="Arial" w:hAnsi="Arial" w:cs="Arial"/>
        </w:rPr>
        <w:t xml:space="preserve">n. </w:t>
      </w:r>
      <w:r w:rsidR="00762737">
        <w:rPr>
          <w:rFonts w:ascii="Arial" w:hAnsi="Arial" w:cs="Arial"/>
        </w:rPr>
        <w:t>43914</w:t>
      </w:r>
      <w:r w:rsidR="00C5610C">
        <w:rPr>
          <w:rFonts w:ascii="Arial" w:hAnsi="Arial" w:cs="Arial"/>
        </w:rPr>
        <w:t xml:space="preserve"> del </w:t>
      </w:r>
      <w:r w:rsidR="00166859">
        <w:rPr>
          <w:rFonts w:ascii="Arial" w:hAnsi="Arial" w:cs="Arial"/>
        </w:rPr>
        <w:t>1</w:t>
      </w:r>
      <w:r w:rsidR="00762737">
        <w:rPr>
          <w:rFonts w:ascii="Arial" w:hAnsi="Arial" w:cs="Arial"/>
        </w:rPr>
        <w:t>6</w:t>
      </w:r>
      <w:r w:rsidR="00C5610C">
        <w:rPr>
          <w:rFonts w:ascii="Arial" w:hAnsi="Arial" w:cs="Arial"/>
        </w:rPr>
        <w:t>.0</w:t>
      </w:r>
      <w:r w:rsidR="00762737">
        <w:rPr>
          <w:rFonts w:ascii="Arial" w:hAnsi="Arial" w:cs="Arial"/>
        </w:rPr>
        <w:t>9</w:t>
      </w:r>
      <w:r w:rsidR="00C5610C">
        <w:rPr>
          <w:rFonts w:ascii="Arial" w:hAnsi="Arial" w:cs="Arial"/>
        </w:rPr>
        <w:t>.19</w:t>
      </w:r>
      <w:r w:rsidR="00B57571">
        <w:rPr>
          <w:rFonts w:ascii="Arial" w:hAnsi="Arial" w:cs="Arial"/>
        </w:rPr>
        <w:t>,</w:t>
      </w:r>
      <w:r w:rsidR="00240ECD">
        <w:rPr>
          <w:rFonts w:ascii="Arial" w:hAnsi="Arial" w:cs="Arial"/>
        </w:rPr>
        <w:t xml:space="preserve"> </w:t>
      </w:r>
      <w:r w:rsidR="00762737">
        <w:rPr>
          <w:rFonts w:ascii="Arial" w:hAnsi="Arial" w:cs="Arial"/>
        </w:rPr>
        <w:t xml:space="preserve">n. </w:t>
      </w:r>
      <w:r w:rsidR="00860E6D">
        <w:rPr>
          <w:rFonts w:ascii="Arial" w:hAnsi="Arial" w:cs="Arial"/>
        </w:rPr>
        <w:t xml:space="preserve">44896 del 20.09.19 e n. 44945 del 20.09.19, </w:t>
      </w:r>
      <w:r w:rsidR="00746584" w:rsidRPr="00C8337D">
        <w:rPr>
          <w:rFonts w:ascii="Arial" w:hAnsi="Arial" w:cs="Arial"/>
        </w:rPr>
        <w:t>per discutere dei seguenti punti all’ordine del giorno:</w:t>
      </w:r>
    </w:p>
    <w:p w:rsidR="0092106E" w:rsidRDefault="0092106E" w:rsidP="0092106E">
      <w:pPr>
        <w:pStyle w:val="Paragrafoelenco1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</w:rPr>
      </w:pPr>
      <w:r w:rsidRPr="0092106E">
        <w:rPr>
          <w:rFonts w:ascii="Arial" w:hAnsi="Arial" w:cs="Arial"/>
        </w:rPr>
        <w:t xml:space="preserve">Predisposizione nuovo piano </w:t>
      </w:r>
      <w:proofErr w:type="spellStart"/>
      <w:r w:rsidRPr="0092106E">
        <w:rPr>
          <w:rFonts w:ascii="Arial" w:hAnsi="Arial" w:cs="Arial"/>
        </w:rPr>
        <w:t>assunzionale</w:t>
      </w:r>
      <w:proofErr w:type="spellEnd"/>
      <w:r w:rsidRPr="0092106E">
        <w:rPr>
          <w:rFonts w:ascii="Arial" w:hAnsi="Arial" w:cs="Arial"/>
        </w:rPr>
        <w:t xml:space="preserve"> di ARTA Abruzzo per l’anno 2020 e seguenti; </w:t>
      </w:r>
    </w:p>
    <w:p w:rsidR="0092106E" w:rsidRDefault="0092106E" w:rsidP="0092106E">
      <w:pPr>
        <w:pStyle w:val="Paragrafoelenco1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</w:rPr>
      </w:pPr>
      <w:r w:rsidRPr="0092106E">
        <w:rPr>
          <w:rFonts w:ascii="Arial" w:hAnsi="Arial" w:cs="Arial"/>
        </w:rPr>
        <w:t xml:space="preserve">Presentazione Piano Annuale Anticorruzione e Trasparenza; </w:t>
      </w:r>
    </w:p>
    <w:p w:rsidR="0092106E" w:rsidRDefault="0092106E" w:rsidP="0092106E">
      <w:pPr>
        <w:pStyle w:val="Paragrafoelenco1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</w:rPr>
      </w:pPr>
      <w:r w:rsidRPr="0092106E">
        <w:rPr>
          <w:rFonts w:ascii="Arial" w:hAnsi="Arial" w:cs="Arial"/>
        </w:rPr>
        <w:t xml:space="preserve">Manuale Gestione Protocollo Informatico; </w:t>
      </w:r>
    </w:p>
    <w:p w:rsidR="0092106E" w:rsidRDefault="0092106E" w:rsidP="0092106E">
      <w:pPr>
        <w:pStyle w:val="Paragrafoelenco1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</w:rPr>
      </w:pPr>
      <w:r w:rsidRPr="0092106E">
        <w:rPr>
          <w:rFonts w:ascii="Arial" w:hAnsi="Arial" w:cs="Arial"/>
        </w:rPr>
        <w:t xml:space="preserve">Convenzione ARTA Abruzzo – Rete Ferroviaria Italiana SpA – Proposta attività intramoenia; </w:t>
      </w:r>
    </w:p>
    <w:p w:rsidR="0092106E" w:rsidRDefault="0092106E" w:rsidP="0092106E">
      <w:pPr>
        <w:pStyle w:val="Paragrafoelenco1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</w:rPr>
      </w:pPr>
      <w:r w:rsidRPr="0092106E">
        <w:rPr>
          <w:rFonts w:ascii="Arial" w:hAnsi="Arial" w:cs="Arial"/>
        </w:rPr>
        <w:t xml:space="preserve">Convenzione ARTA Abruzzo – ACA SpA – Proposta attività intramoenia; </w:t>
      </w:r>
    </w:p>
    <w:p w:rsidR="0092106E" w:rsidRDefault="0092106E" w:rsidP="0092106E">
      <w:pPr>
        <w:pStyle w:val="Paragrafoelenco1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</w:rPr>
      </w:pPr>
      <w:r w:rsidRPr="0092106E">
        <w:rPr>
          <w:rFonts w:ascii="Arial" w:hAnsi="Arial" w:cs="Arial"/>
        </w:rPr>
        <w:t>Rendiconto di gestione 2018;</w:t>
      </w:r>
    </w:p>
    <w:p w:rsidR="00F232AE" w:rsidRDefault="00F232AE" w:rsidP="00F232AE">
      <w:pPr>
        <w:pStyle w:val="Paragrafoelenco1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</w:rPr>
      </w:pPr>
      <w:r w:rsidRPr="00F232AE">
        <w:rPr>
          <w:rFonts w:ascii="Arial" w:hAnsi="Arial" w:cs="Arial"/>
        </w:rPr>
        <w:t xml:space="preserve">Convenzione ARTA Abruzzo – Torre del </w:t>
      </w:r>
      <w:proofErr w:type="spellStart"/>
      <w:r w:rsidRPr="00F232AE">
        <w:rPr>
          <w:rFonts w:ascii="Arial" w:hAnsi="Arial" w:cs="Arial"/>
        </w:rPr>
        <w:t>Cerrano</w:t>
      </w:r>
      <w:proofErr w:type="spellEnd"/>
      <w:r w:rsidRPr="00F232AE">
        <w:rPr>
          <w:rFonts w:ascii="Arial" w:hAnsi="Arial" w:cs="Arial"/>
        </w:rPr>
        <w:t xml:space="preserve"> Area Marina Protetta – Proposta attività intramoenia; </w:t>
      </w:r>
    </w:p>
    <w:p w:rsidR="00F232AE" w:rsidRDefault="00F232AE" w:rsidP="00F232AE">
      <w:pPr>
        <w:pStyle w:val="Paragrafoelenco1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</w:rPr>
      </w:pPr>
      <w:r w:rsidRPr="00F232AE">
        <w:rPr>
          <w:rFonts w:ascii="Arial" w:hAnsi="Arial" w:cs="Arial"/>
        </w:rPr>
        <w:t>Varie ed eventuali</w:t>
      </w:r>
      <w:r>
        <w:rPr>
          <w:rFonts w:ascii="Arial" w:hAnsi="Arial" w:cs="Arial"/>
        </w:rPr>
        <w:t>.</w:t>
      </w:r>
    </w:p>
    <w:p w:rsidR="00F232AE" w:rsidRDefault="00F232AE" w:rsidP="00D56DD0">
      <w:pPr>
        <w:pStyle w:val="Paragrafoelenco1"/>
        <w:spacing w:after="0" w:line="360" w:lineRule="auto"/>
        <w:ind w:left="0"/>
        <w:jc w:val="both"/>
        <w:rPr>
          <w:rFonts w:ascii="Arial" w:hAnsi="Arial" w:cs="Arial"/>
        </w:rPr>
      </w:pPr>
    </w:p>
    <w:p w:rsidR="00D56DD0" w:rsidRDefault="00D56DD0" w:rsidP="00D56DD0">
      <w:pPr>
        <w:pStyle w:val="Paragrafoelenco1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Sono presenti: </w:t>
      </w:r>
    </w:p>
    <w:p w:rsidR="00304A15" w:rsidRDefault="00304A15" w:rsidP="004A10C8">
      <w:pPr>
        <w:pStyle w:val="Paragrafoelenco1"/>
        <w:numPr>
          <w:ilvl w:val="0"/>
          <w:numId w:val="44"/>
        </w:numPr>
        <w:spacing w:after="0" w:line="360" w:lineRule="auto"/>
        <w:jc w:val="both"/>
        <w:rPr>
          <w:rFonts w:ascii="Arial" w:hAnsi="Arial" w:cs="Arial"/>
        </w:rPr>
      </w:pPr>
      <w:r w:rsidRPr="003337A1">
        <w:rPr>
          <w:rFonts w:ascii="Arial" w:hAnsi="Arial" w:cs="Arial"/>
        </w:rPr>
        <w:t>il Direttore Gener</w:t>
      </w:r>
      <w:r>
        <w:rPr>
          <w:rFonts w:ascii="Arial" w:hAnsi="Arial" w:cs="Arial"/>
        </w:rPr>
        <w:t xml:space="preserve">ale arch. Francesco </w:t>
      </w:r>
      <w:proofErr w:type="spellStart"/>
      <w:r>
        <w:rPr>
          <w:rFonts w:ascii="Arial" w:hAnsi="Arial" w:cs="Arial"/>
        </w:rPr>
        <w:t>Chiavaroli</w:t>
      </w:r>
      <w:proofErr w:type="spellEnd"/>
    </w:p>
    <w:p w:rsidR="004A10C8" w:rsidRDefault="004A10C8" w:rsidP="004A10C8">
      <w:pPr>
        <w:pStyle w:val="Paragrafoelenco1"/>
        <w:numPr>
          <w:ilvl w:val="0"/>
          <w:numId w:val="4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Direttore Amministrativo dott. Marco </w:t>
      </w:r>
      <w:proofErr w:type="spellStart"/>
      <w:r>
        <w:rPr>
          <w:rFonts w:ascii="Arial" w:hAnsi="Arial" w:cs="Arial"/>
        </w:rPr>
        <w:t>Cacciagrano</w:t>
      </w:r>
      <w:proofErr w:type="spellEnd"/>
    </w:p>
    <w:p w:rsidR="002B3DB2" w:rsidRDefault="002B3DB2" w:rsidP="002B3DB2">
      <w:pPr>
        <w:pStyle w:val="Paragrafoelenco1"/>
        <w:numPr>
          <w:ilvl w:val="0"/>
          <w:numId w:val="4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Direttore Tecnico dott.ssa Carla Giansante</w:t>
      </w:r>
    </w:p>
    <w:p w:rsidR="00FF039A" w:rsidRDefault="00FF039A" w:rsidP="00C0453A">
      <w:pPr>
        <w:pStyle w:val="Paragrafoelenco1"/>
        <w:numPr>
          <w:ilvl w:val="0"/>
          <w:numId w:val="4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Direttore Area Tecnica dott.ssa Luciana Di Croce</w:t>
      </w:r>
    </w:p>
    <w:p w:rsidR="00201C0A" w:rsidRDefault="00FF039A" w:rsidP="00C0453A">
      <w:pPr>
        <w:pStyle w:val="Paragrafoelenco1"/>
        <w:numPr>
          <w:ilvl w:val="0"/>
          <w:numId w:val="4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r w:rsidR="00201C0A" w:rsidRPr="003337A1">
        <w:rPr>
          <w:rFonts w:ascii="Arial" w:hAnsi="Arial" w:cs="Arial"/>
        </w:rPr>
        <w:t xml:space="preserve">Direttore del Distretto di L’Aquila dott.ssa </w:t>
      </w:r>
      <w:r w:rsidR="009E711C">
        <w:rPr>
          <w:rFonts w:ascii="Arial" w:hAnsi="Arial" w:cs="Arial"/>
        </w:rPr>
        <w:t>Virginia Lena</w:t>
      </w:r>
    </w:p>
    <w:p w:rsidR="00537878" w:rsidRDefault="00537878" w:rsidP="00537878">
      <w:pPr>
        <w:pStyle w:val="Paragrafoelenco1"/>
        <w:numPr>
          <w:ilvl w:val="0"/>
          <w:numId w:val="4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Direttore del </w:t>
      </w:r>
      <w:r w:rsidRPr="00D56DD0">
        <w:rPr>
          <w:rFonts w:ascii="Arial" w:hAnsi="Arial" w:cs="Arial"/>
        </w:rPr>
        <w:t>Distretto di Chieti</w:t>
      </w:r>
      <w:r>
        <w:rPr>
          <w:rFonts w:ascii="Arial" w:hAnsi="Arial" w:cs="Arial"/>
        </w:rPr>
        <w:t xml:space="preserve"> dott.ssa Giovanna Mancinelli</w:t>
      </w:r>
    </w:p>
    <w:p w:rsidR="00304A15" w:rsidRDefault="00304A15" w:rsidP="0057008D">
      <w:pPr>
        <w:pStyle w:val="Paragrafoelenco1"/>
        <w:numPr>
          <w:ilvl w:val="0"/>
          <w:numId w:val="4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Direttore del Distretto di Pescara dott.ssa Emanuela Scamosci</w:t>
      </w:r>
    </w:p>
    <w:p w:rsidR="009E711C" w:rsidRDefault="009E711C" w:rsidP="0057008D">
      <w:pPr>
        <w:pStyle w:val="Paragrafoelenco1"/>
        <w:numPr>
          <w:ilvl w:val="0"/>
          <w:numId w:val="4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Direttore del Distretto di San Salvo</w:t>
      </w:r>
      <w:r w:rsidRPr="00C045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dott. Roberto Cocco.</w:t>
      </w:r>
    </w:p>
    <w:p w:rsidR="007F2392" w:rsidRDefault="007F2392" w:rsidP="007F2392">
      <w:pPr>
        <w:pStyle w:val="Paragrafoelenco1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Risulta assente il Direttore del Distretto di Teramo dott.ssa Daniela Cicconetti.</w:t>
      </w:r>
    </w:p>
    <w:p w:rsidR="002B3DB2" w:rsidRDefault="002B3DB2" w:rsidP="00A444CB">
      <w:pPr>
        <w:pStyle w:val="Paragrafoelenco1"/>
        <w:spacing w:after="0" w:line="360" w:lineRule="auto"/>
        <w:ind w:left="0"/>
        <w:jc w:val="both"/>
        <w:rPr>
          <w:rFonts w:ascii="Arial" w:hAnsi="Arial" w:cs="Arial"/>
        </w:rPr>
      </w:pPr>
    </w:p>
    <w:p w:rsidR="00F611EE" w:rsidRDefault="00F611EE" w:rsidP="00F611EE">
      <w:pPr>
        <w:pStyle w:val="Paragrafoelenco1"/>
        <w:spacing w:after="0" w:line="360" w:lineRule="auto"/>
        <w:ind w:left="0"/>
        <w:jc w:val="both"/>
        <w:rPr>
          <w:rFonts w:ascii="Arial" w:hAnsi="Arial" w:cs="Arial"/>
        </w:rPr>
      </w:pPr>
    </w:p>
    <w:p w:rsidR="00D56DD0" w:rsidRDefault="00D56DD0" w:rsidP="00966BA6">
      <w:pPr>
        <w:pStyle w:val="Paragrafoelenco1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Assume la presidenza del Comitato Tecnico il </w:t>
      </w:r>
      <w:r w:rsidR="003337A1">
        <w:rPr>
          <w:rFonts w:ascii="Arial" w:hAnsi="Arial" w:cs="Arial"/>
        </w:rPr>
        <w:t xml:space="preserve">Direttore </w:t>
      </w:r>
      <w:r w:rsidR="00304A15" w:rsidRPr="003337A1">
        <w:rPr>
          <w:rFonts w:ascii="Arial" w:hAnsi="Arial" w:cs="Arial"/>
        </w:rPr>
        <w:t>Gener</w:t>
      </w:r>
      <w:r w:rsidR="00304A15">
        <w:rPr>
          <w:rFonts w:ascii="Arial" w:hAnsi="Arial" w:cs="Arial"/>
        </w:rPr>
        <w:t xml:space="preserve">ale arch. Francesco </w:t>
      </w:r>
      <w:proofErr w:type="spellStart"/>
      <w:r w:rsidR="00304A15">
        <w:rPr>
          <w:rFonts w:ascii="Arial" w:hAnsi="Arial" w:cs="Arial"/>
        </w:rPr>
        <w:t>Chiavaroli</w:t>
      </w:r>
      <w:proofErr w:type="spellEnd"/>
      <w:r>
        <w:rPr>
          <w:rFonts w:ascii="Arial" w:hAnsi="Arial" w:cs="Arial"/>
        </w:rPr>
        <w:t>, che nomina segretario verbalizzante il dott. Ernesto D’Onofrio.</w:t>
      </w:r>
    </w:p>
    <w:p w:rsidR="00746584" w:rsidRDefault="00746584" w:rsidP="00746584">
      <w:pPr>
        <w:pStyle w:val="Paragrafoelenco1"/>
        <w:spacing w:after="0" w:line="36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Essendo present</w:t>
      </w:r>
      <w:r w:rsidR="008F7958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B01F02">
        <w:rPr>
          <w:rFonts w:ascii="Arial" w:hAnsi="Arial" w:cs="Arial"/>
        </w:rPr>
        <w:t xml:space="preserve">la </w:t>
      </w:r>
      <w:r w:rsidR="007F2392">
        <w:rPr>
          <w:rFonts w:ascii="Arial" w:hAnsi="Arial" w:cs="Arial"/>
        </w:rPr>
        <w:t>maggioranza</w:t>
      </w:r>
      <w:r w:rsidR="00966BA6">
        <w:rPr>
          <w:rFonts w:ascii="Arial" w:hAnsi="Arial" w:cs="Arial"/>
        </w:rPr>
        <w:t xml:space="preserve"> </w:t>
      </w:r>
      <w:r w:rsidR="00F72F9B">
        <w:rPr>
          <w:rFonts w:ascii="Arial" w:hAnsi="Arial" w:cs="Arial"/>
        </w:rPr>
        <w:t>dei componenti</w:t>
      </w:r>
      <w:r w:rsidR="00B01F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del Comitato Tecnico, il Presidente dichiara valida la seduta e dà subito lettura degli argomenti all’ordine del giorno.</w:t>
      </w:r>
    </w:p>
    <w:p w:rsidR="00113B8A" w:rsidRDefault="00113B8A" w:rsidP="005D70DB">
      <w:pPr>
        <w:pStyle w:val="Paragrafoelenco1"/>
        <w:spacing w:after="0" w:line="360" w:lineRule="auto"/>
        <w:ind w:left="0" w:firstLine="708"/>
        <w:jc w:val="both"/>
        <w:rPr>
          <w:rFonts w:ascii="Arial" w:hAnsi="Arial" w:cs="Arial"/>
        </w:rPr>
      </w:pPr>
    </w:p>
    <w:p w:rsidR="005F318C" w:rsidRPr="005F318C" w:rsidRDefault="005F318C" w:rsidP="005F318C">
      <w:pPr>
        <w:pStyle w:val="Paragrafoelenco1"/>
        <w:spacing w:after="0" w:line="360" w:lineRule="auto"/>
        <w:ind w:left="0" w:firstLine="708"/>
        <w:jc w:val="center"/>
        <w:rPr>
          <w:rFonts w:ascii="Arial" w:hAnsi="Arial" w:cs="Arial"/>
          <w:i/>
        </w:rPr>
      </w:pPr>
      <w:r w:rsidRPr="005F318C">
        <w:rPr>
          <w:rFonts w:ascii="Arial" w:hAnsi="Arial" w:cs="Arial"/>
        </w:rPr>
        <w:t>-</w:t>
      </w:r>
      <w:r w:rsidRPr="005F318C">
        <w:rPr>
          <w:rFonts w:ascii="Arial" w:hAnsi="Arial" w:cs="Arial"/>
          <w:i/>
        </w:rPr>
        <w:t>Omissis</w:t>
      </w:r>
      <w:r>
        <w:rPr>
          <w:rFonts w:ascii="Arial" w:hAnsi="Arial" w:cs="Arial"/>
          <w:i/>
        </w:rPr>
        <w:t>-</w:t>
      </w:r>
    </w:p>
    <w:p w:rsidR="005F318C" w:rsidRDefault="005F318C" w:rsidP="005D70DB">
      <w:pPr>
        <w:pStyle w:val="Paragrafoelenco1"/>
        <w:spacing w:after="0" w:line="360" w:lineRule="auto"/>
        <w:ind w:left="0" w:firstLine="708"/>
        <w:jc w:val="both"/>
        <w:rPr>
          <w:rFonts w:ascii="Arial" w:hAnsi="Arial" w:cs="Arial"/>
        </w:rPr>
      </w:pPr>
    </w:p>
    <w:p w:rsidR="00A53144" w:rsidRDefault="002525F2" w:rsidP="005D70DB">
      <w:pPr>
        <w:pStyle w:val="Paragrafoelenco1"/>
        <w:spacing w:after="0" w:line="36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Per il punto 6 dell’ordine del giorno “</w:t>
      </w:r>
      <w:r w:rsidRPr="002525F2">
        <w:rPr>
          <w:rFonts w:ascii="Arial" w:hAnsi="Arial" w:cs="Arial"/>
        </w:rPr>
        <w:t>Rendiconto di gestione 2018</w:t>
      </w:r>
      <w:r>
        <w:rPr>
          <w:rFonts w:ascii="Arial" w:hAnsi="Arial" w:cs="Arial"/>
        </w:rPr>
        <w:t xml:space="preserve">”, </w:t>
      </w:r>
      <w:r w:rsidR="00F75507">
        <w:rPr>
          <w:rFonts w:ascii="Arial" w:hAnsi="Arial" w:cs="Arial"/>
        </w:rPr>
        <w:t>il Direttore</w:t>
      </w:r>
      <w:r w:rsidR="0033436C">
        <w:rPr>
          <w:rFonts w:ascii="Arial" w:hAnsi="Arial" w:cs="Arial"/>
        </w:rPr>
        <w:t xml:space="preserve"> Amministrativo consegna ai presenti il Prospetto dimostrativo del risultato di amministrazione </w:t>
      </w:r>
      <w:r w:rsidR="001D15A9">
        <w:rPr>
          <w:rFonts w:ascii="Arial" w:hAnsi="Arial" w:cs="Arial"/>
        </w:rPr>
        <w:t xml:space="preserve">– Esercizio 2018 </w:t>
      </w:r>
      <w:r w:rsidR="0033436C">
        <w:rPr>
          <w:rFonts w:ascii="Arial" w:hAnsi="Arial" w:cs="Arial"/>
        </w:rPr>
        <w:t>(Allegato 1)</w:t>
      </w:r>
      <w:r w:rsidR="00B13821">
        <w:rPr>
          <w:rFonts w:ascii="Arial" w:hAnsi="Arial" w:cs="Arial"/>
        </w:rPr>
        <w:t xml:space="preserve"> e </w:t>
      </w:r>
      <w:r w:rsidR="001D15A9">
        <w:rPr>
          <w:rFonts w:ascii="Arial" w:hAnsi="Arial" w:cs="Arial"/>
        </w:rPr>
        <w:t xml:space="preserve">provvede ad illustrare </w:t>
      </w:r>
      <w:r w:rsidR="00B13821">
        <w:rPr>
          <w:rFonts w:ascii="Arial" w:hAnsi="Arial" w:cs="Arial"/>
        </w:rPr>
        <w:t xml:space="preserve">il Conto economico e lo Stato patrimoniale </w:t>
      </w:r>
      <w:r w:rsidR="00CE5C08">
        <w:rPr>
          <w:rFonts w:ascii="Arial" w:hAnsi="Arial" w:cs="Arial"/>
        </w:rPr>
        <w:t xml:space="preserve">- Esercizio 2018 </w:t>
      </w:r>
      <w:r w:rsidR="00B13821">
        <w:rPr>
          <w:rFonts w:ascii="Arial" w:hAnsi="Arial" w:cs="Arial"/>
        </w:rPr>
        <w:t>(Allegato 2)</w:t>
      </w:r>
      <w:r w:rsidR="0033436C">
        <w:rPr>
          <w:rFonts w:ascii="Arial" w:hAnsi="Arial" w:cs="Arial"/>
        </w:rPr>
        <w:t>.</w:t>
      </w:r>
    </w:p>
    <w:p w:rsidR="00A53144" w:rsidRPr="003E04AE" w:rsidRDefault="00095681" w:rsidP="00095681">
      <w:pPr>
        <w:pStyle w:val="Paragrafoelenco1"/>
        <w:spacing w:after="0" w:line="360" w:lineRule="auto"/>
        <w:ind w:left="0" w:firstLine="708"/>
        <w:jc w:val="both"/>
        <w:rPr>
          <w:rFonts w:ascii="Arial" w:hAnsi="Arial" w:cs="Arial"/>
          <w:caps/>
        </w:rPr>
      </w:pPr>
      <w:r>
        <w:rPr>
          <w:rFonts w:ascii="Arial" w:hAnsi="Arial" w:cs="Arial"/>
        </w:rPr>
        <w:t xml:space="preserve">Il conto consuntivo è stato predisposto in conformità al </w:t>
      </w:r>
      <w:proofErr w:type="spellStart"/>
      <w:r>
        <w:rPr>
          <w:rFonts w:ascii="Arial" w:hAnsi="Arial" w:cs="Arial"/>
        </w:rPr>
        <w:t>D.Lgs.</w:t>
      </w:r>
      <w:proofErr w:type="spellEnd"/>
      <w:r>
        <w:rPr>
          <w:rFonts w:ascii="Arial" w:hAnsi="Arial" w:cs="Arial"/>
        </w:rPr>
        <w:t xml:space="preserve"> 118/2011: il fondo di cassa al 31.12.18 è di € 7.806.385,01 e il risultato di amministrazione è pari ad </w:t>
      </w:r>
      <w:r>
        <w:rPr>
          <w:rFonts w:ascii="Arial" w:hAnsi="Arial" w:cs="Arial"/>
          <w:caps/>
        </w:rPr>
        <w:t>€ 962.242,84. i</w:t>
      </w:r>
      <w:r>
        <w:rPr>
          <w:rFonts w:ascii="Arial" w:hAnsi="Arial" w:cs="Arial"/>
        </w:rPr>
        <w:t>l fondo crediti di dubbia esigibilità</w:t>
      </w:r>
      <w:r w:rsidR="003E04AE">
        <w:rPr>
          <w:rFonts w:ascii="Arial" w:hAnsi="Arial" w:cs="Arial"/>
        </w:rPr>
        <w:t xml:space="preserve"> è di € 949.170,78 e, pertanto, il totale della parte disponibile è di </w:t>
      </w:r>
      <w:r w:rsidR="003E04AE">
        <w:rPr>
          <w:rFonts w:ascii="Arial" w:hAnsi="Arial" w:cs="Arial"/>
          <w:caps/>
        </w:rPr>
        <w:t>€ 13.072,06.</w:t>
      </w:r>
    </w:p>
    <w:p w:rsidR="00A53144" w:rsidRDefault="00A83E10" w:rsidP="00095681">
      <w:pPr>
        <w:pStyle w:val="Paragrafoelenco1"/>
        <w:spacing w:after="0" w:line="36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Comitato Tecnico, udita la relazione del Direttore Amministrativo, approva, all’unanimità, il </w:t>
      </w:r>
      <w:r w:rsidRPr="002525F2">
        <w:rPr>
          <w:rFonts w:ascii="Arial" w:hAnsi="Arial" w:cs="Arial"/>
        </w:rPr>
        <w:t xml:space="preserve">Rendiconto di gestione </w:t>
      </w:r>
      <w:r>
        <w:rPr>
          <w:rFonts w:ascii="Arial" w:hAnsi="Arial" w:cs="Arial"/>
        </w:rPr>
        <w:t xml:space="preserve">anno </w:t>
      </w:r>
      <w:r w:rsidRPr="002525F2">
        <w:rPr>
          <w:rFonts w:ascii="Arial" w:hAnsi="Arial" w:cs="Arial"/>
        </w:rPr>
        <w:t>2018</w:t>
      </w:r>
      <w:r>
        <w:rPr>
          <w:rFonts w:ascii="Arial" w:hAnsi="Arial" w:cs="Arial"/>
        </w:rPr>
        <w:t>.</w:t>
      </w:r>
    </w:p>
    <w:p w:rsidR="006F6703" w:rsidRDefault="006F6703" w:rsidP="00095681">
      <w:pPr>
        <w:pStyle w:val="Paragrafoelenco1"/>
        <w:spacing w:after="0" w:line="360" w:lineRule="auto"/>
        <w:ind w:left="0" w:firstLine="708"/>
        <w:jc w:val="both"/>
        <w:rPr>
          <w:rFonts w:ascii="Arial" w:hAnsi="Arial" w:cs="Arial"/>
        </w:rPr>
      </w:pPr>
    </w:p>
    <w:p w:rsidR="006F6703" w:rsidRPr="005F318C" w:rsidRDefault="006F6703" w:rsidP="006F6703">
      <w:pPr>
        <w:pStyle w:val="Paragrafoelenco1"/>
        <w:spacing w:after="0" w:line="360" w:lineRule="auto"/>
        <w:ind w:left="0" w:firstLine="708"/>
        <w:jc w:val="center"/>
        <w:rPr>
          <w:rFonts w:ascii="Arial" w:hAnsi="Arial" w:cs="Arial"/>
          <w:i/>
        </w:rPr>
      </w:pPr>
      <w:r w:rsidRPr="005F318C">
        <w:rPr>
          <w:rFonts w:ascii="Arial" w:hAnsi="Arial" w:cs="Arial"/>
        </w:rPr>
        <w:t>-</w:t>
      </w:r>
      <w:r w:rsidRPr="005F318C">
        <w:rPr>
          <w:rFonts w:ascii="Arial" w:hAnsi="Arial" w:cs="Arial"/>
          <w:i/>
        </w:rPr>
        <w:t>Omissis</w:t>
      </w:r>
      <w:r>
        <w:rPr>
          <w:rFonts w:ascii="Arial" w:hAnsi="Arial" w:cs="Arial"/>
          <w:i/>
        </w:rPr>
        <w:t>-</w:t>
      </w:r>
    </w:p>
    <w:p w:rsidR="006F6703" w:rsidRDefault="006F6703" w:rsidP="009E711C">
      <w:pPr>
        <w:pStyle w:val="Paragrafoelenco1"/>
        <w:spacing w:after="0" w:line="360" w:lineRule="auto"/>
        <w:ind w:left="0"/>
        <w:jc w:val="both"/>
        <w:rPr>
          <w:rFonts w:ascii="Arial" w:hAnsi="Arial" w:cs="Arial"/>
        </w:rPr>
      </w:pPr>
    </w:p>
    <w:p w:rsidR="00AC0DBB" w:rsidRDefault="00AC0DBB" w:rsidP="00224E8B">
      <w:pPr>
        <w:pStyle w:val="Paragrafoelenco2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Alle ore 1</w:t>
      </w:r>
      <w:r w:rsidR="004646CF">
        <w:rPr>
          <w:rFonts w:ascii="Arial" w:hAnsi="Arial" w:cs="Arial"/>
        </w:rPr>
        <w:t>9</w:t>
      </w:r>
      <w:r w:rsidR="00F71409">
        <w:rPr>
          <w:rFonts w:ascii="Arial" w:hAnsi="Arial" w:cs="Arial"/>
        </w:rPr>
        <w:t>:</w:t>
      </w:r>
      <w:r w:rsidR="004646CF">
        <w:rPr>
          <w:rFonts w:ascii="Arial" w:hAnsi="Arial" w:cs="Arial"/>
        </w:rPr>
        <w:t>0</w:t>
      </w:r>
      <w:r w:rsidR="00F71409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</w:t>
      </w:r>
      <w:r w:rsidR="000A2E5E">
        <w:rPr>
          <w:rFonts w:ascii="Arial" w:hAnsi="Arial" w:cs="Arial"/>
        </w:rPr>
        <w:t>il Comitato Tecnico dichiara chiusa la seduta</w:t>
      </w:r>
      <w:r w:rsidR="00F753BE">
        <w:rPr>
          <w:rFonts w:ascii="Arial" w:hAnsi="Arial" w:cs="Arial"/>
        </w:rPr>
        <w:t>.</w:t>
      </w:r>
    </w:p>
    <w:p w:rsidR="008F7CE0" w:rsidRDefault="008F7CE0" w:rsidP="00B80A00">
      <w:pPr>
        <w:pStyle w:val="Paragrafoelenco1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Del che si è redatto il presente verbale che, l</w:t>
      </w:r>
      <w:r w:rsidR="00A26239" w:rsidRPr="00041C8A">
        <w:rPr>
          <w:rFonts w:ascii="Arial" w:hAnsi="Arial" w:cs="Arial"/>
        </w:rPr>
        <w:t>etto</w:t>
      </w:r>
      <w:r w:rsidR="00B80A00">
        <w:rPr>
          <w:rFonts w:ascii="Arial" w:hAnsi="Arial" w:cs="Arial"/>
        </w:rPr>
        <w:t xml:space="preserve"> e</w:t>
      </w:r>
      <w:r w:rsidR="00A26239" w:rsidRPr="00041C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confermato, viene </w:t>
      </w:r>
      <w:r w:rsidR="00A26239" w:rsidRPr="00041C8A">
        <w:rPr>
          <w:rFonts w:ascii="Arial" w:hAnsi="Arial" w:cs="Arial"/>
        </w:rPr>
        <w:t>approvato</w:t>
      </w:r>
      <w:r>
        <w:rPr>
          <w:rFonts w:ascii="Arial" w:hAnsi="Arial" w:cs="Arial"/>
        </w:rPr>
        <w:t xml:space="preserve"> dai presenti.</w:t>
      </w:r>
    </w:p>
    <w:p w:rsidR="009B72DF" w:rsidRDefault="009B72DF" w:rsidP="009B72DF">
      <w:pPr>
        <w:pStyle w:val="Paragrafoelenco1"/>
        <w:spacing w:after="0" w:line="240" w:lineRule="auto"/>
        <w:ind w:left="0"/>
        <w:rPr>
          <w:rFonts w:ascii="Arial" w:hAnsi="Arial" w:cs="Arial"/>
        </w:rPr>
      </w:pPr>
    </w:p>
    <w:p w:rsidR="00304A15" w:rsidRDefault="00304A15" w:rsidP="009D0D4C">
      <w:pPr>
        <w:pStyle w:val="Paragrafoelenco1"/>
        <w:spacing w:after="0" w:line="48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Arch. Francesco </w:t>
      </w:r>
      <w:proofErr w:type="spellStart"/>
      <w:r>
        <w:rPr>
          <w:rFonts w:ascii="Arial" w:hAnsi="Arial" w:cs="Arial"/>
        </w:rPr>
        <w:t>Chiavaroli</w:t>
      </w:r>
      <w:proofErr w:type="spellEnd"/>
      <w:r w:rsidRPr="00D97E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F318C" w:rsidRPr="005F318C">
        <w:rPr>
          <w:rFonts w:ascii="Arial" w:hAnsi="Arial" w:cs="Arial"/>
          <w:i/>
        </w:rPr>
        <w:t xml:space="preserve">f.to </w:t>
      </w:r>
      <w:r w:rsidRPr="005F318C">
        <w:rPr>
          <w:rFonts w:ascii="Arial" w:hAnsi="Arial" w:cs="Arial"/>
          <w:i/>
        </w:rPr>
        <w:t>_________________________</w:t>
      </w:r>
      <w:r w:rsidR="005F318C">
        <w:rPr>
          <w:rFonts w:ascii="Arial" w:hAnsi="Arial" w:cs="Arial"/>
          <w:i/>
        </w:rPr>
        <w:t>_</w:t>
      </w:r>
      <w:r w:rsidRPr="005F318C">
        <w:rPr>
          <w:rFonts w:ascii="Arial" w:hAnsi="Arial" w:cs="Arial"/>
          <w:i/>
        </w:rPr>
        <w:t>_</w:t>
      </w:r>
    </w:p>
    <w:p w:rsidR="009D0D4C" w:rsidRDefault="009F66A4" w:rsidP="009D0D4C">
      <w:pPr>
        <w:pStyle w:val="Paragrafoelenco1"/>
        <w:spacing w:after="0" w:line="480" w:lineRule="auto"/>
        <w:ind w:left="0"/>
        <w:rPr>
          <w:rFonts w:ascii="Arial" w:hAnsi="Arial" w:cs="Arial"/>
        </w:rPr>
      </w:pPr>
      <w:r w:rsidRPr="00D97E12">
        <w:rPr>
          <w:rFonts w:ascii="Arial" w:hAnsi="Arial" w:cs="Arial"/>
        </w:rPr>
        <w:t xml:space="preserve">Dott. </w:t>
      </w:r>
      <w:r>
        <w:rPr>
          <w:rFonts w:ascii="Arial" w:hAnsi="Arial" w:cs="Arial"/>
        </w:rPr>
        <w:t xml:space="preserve">Marco </w:t>
      </w:r>
      <w:proofErr w:type="spellStart"/>
      <w:r>
        <w:rPr>
          <w:rFonts w:ascii="Arial" w:hAnsi="Arial" w:cs="Arial"/>
        </w:rPr>
        <w:t>Cacciagrano</w:t>
      </w:r>
      <w:proofErr w:type="spellEnd"/>
      <w:r w:rsidR="009D0D4C">
        <w:rPr>
          <w:rFonts w:ascii="Arial" w:hAnsi="Arial" w:cs="Arial"/>
        </w:rPr>
        <w:tab/>
      </w:r>
      <w:r w:rsidR="009D0D4C">
        <w:rPr>
          <w:rFonts w:ascii="Arial" w:hAnsi="Arial" w:cs="Arial"/>
        </w:rPr>
        <w:tab/>
      </w:r>
      <w:r w:rsidR="009D0D4C">
        <w:rPr>
          <w:rFonts w:ascii="Arial" w:hAnsi="Arial" w:cs="Arial"/>
        </w:rPr>
        <w:tab/>
      </w:r>
      <w:r w:rsidR="009D0D4C">
        <w:rPr>
          <w:rFonts w:ascii="Arial" w:hAnsi="Arial" w:cs="Arial"/>
        </w:rPr>
        <w:tab/>
      </w:r>
      <w:r w:rsidR="009D0D4C">
        <w:rPr>
          <w:rFonts w:ascii="Arial" w:hAnsi="Arial" w:cs="Arial"/>
        </w:rPr>
        <w:tab/>
      </w:r>
      <w:r w:rsidR="005F318C" w:rsidRPr="005F318C">
        <w:rPr>
          <w:rFonts w:ascii="Arial" w:hAnsi="Arial" w:cs="Arial"/>
          <w:i/>
        </w:rPr>
        <w:t>f.to _________________________</w:t>
      </w:r>
      <w:r w:rsidR="005F318C">
        <w:rPr>
          <w:rFonts w:ascii="Arial" w:hAnsi="Arial" w:cs="Arial"/>
          <w:i/>
        </w:rPr>
        <w:t>_</w:t>
      </w:r>
      <w:r w:rsidR="005F318C" w:rsidRPr="005F318C">
        <w:rPr>
          <w:rFonts w:ascii="Arial" w:hAnsi="Arial" w:cs="Arial"/>
          <w:i/>
        </w:rPr>
        <w:t>_</w:t>
      </w:r>
    </w:p>
    <w:p w:rsidR="00050A88" w:rsidRDefault="00050A88" w:rsidP="00050A88">
      <w:pPr>
        <w:pStyle w:val="Paragrafoelenco1"/>
        <w:spacing w:after="0" w:line="48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Dott.ssa Carla </w:t>
      </w:r>
      <w:proofErr w:type="spellStart"/>
      <w:r>
        <w:rPr>
          <w:rFonts w:ascii="Arial" w:hAnsi="Arial" w:cs="Arial"/>
        </w:rPr>
        <w:t>Giansante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F318C" w:rsidRPr="005F318C">
        <w:rPr>
          <w:rFonts w:ascii="Arial" w:hAnsi="Arial" w:cs="Arial"/>
          <w:i/>
        </w:rPr>
        <w:t>f.to _________________________</w:t>
      </w:r>
      <w:r w:rsidR="005F318C">
        <w:rPr>
          <w:rFonts w:ascii="Arial" w:hAnsi="Arial" w:cs="Arial"/>
          <w:i/>
        </w:rPr>
        <w:t>_</w:t>
      </w:r>
      <w:r w:rsidR="005F318C" w:rsidRPr="005F318C">
        <w:rPr>
          <w:rFonts w:ascii="Arial" w:hAnsi="Arial" w:cs="Arial"/>
          <w:i/>
        </w:rPr>
        <w:t>_</w:t>
      </w:r>
    </w:p>
    <w:p w:rsidR="00835D20" w:rsidRDefault="00835D20" w:rsidP="009F66A4">
      <w:pPr>
        <w:pStyle w:val="Paragrafoelenco1"/>
        <w:spacing w:after="0" w:line="48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Dott.ssa Luciana Di Croce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F318C" w:rsidRPr="005F318C">
        <w:rPr>
          <w:rFonts w:ascii="Arial" w:hAnsi="Arial" w:cs="Arial"/>
          <w:i/>
        </w:rPr>
        <w:t>f.to _________________________</w:t>
      </w:r>
      <w:r w:rsidR="005F318C">
        <w:rPr>
          <w:rFonts w:ascii="Arial" w:hAnsi="Arial" w:cs="Arial"/>
          <w:i/>
        </w:rPr>
        <w:t>_</w:t>
      </w:r>
      <w:r w:rsidR="005F318C" w:rsidRPr="005F318C">
        <w:rPr>
          <w:rFonts w:ascii="Arial" w:hAnsi="Arial" w:cs="Arial"/>
          <w:i/>
        </w:rPr>
        <w:t>_</w:t>
      </w:r>
    </w:p>
    <w:p w:rsidR="000B500F" w:rsidRDefault="009F66A4" w:rsidP="000B500F">
      <w:pPr>
        <w:pStyle w:val="Paragrafoelenco1"/>
        <w:spacing w:after="0" w:line="48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Dott.ssa</w:t>
      </w:r>
      <w:r w:rsidRPr="00795D88">
        <w:rPr>
          <w:rFonts w:ascii="Arial" w:hAnsi="Arial" w:cs="Arial"/>
        </w:rPr>
        <w:t xml:space="preserve"> </w:t>
      </w:r>
      <w:r w:rsidR="001E1DF1">
        <w:rPr>
          <w:rFonts w:ascii="Arial" w:hAnsi="Arial" w:cs="Arial"/>
        </w:rPr>
        <w:t>Virginia Lena</w:t>
      </w:r>
      <w:r w:rsidR="000B500F">
        <w:rPr>
          <w:rFonts w:ascii="Arial" w:hAnsi="Arial" w:cs="Arial"/>
        </w:rPr>
        <w:tab/>
      </w:r>
      <w:r w:rsidR="000B500F">
        <w:rPr>
          <w:rFonts w:ascii="Arial" w:hAnsi="Arial" w:cs="Arial"/>
        </w:rPr>
        <w:tab/>
      </w:r>
      <w:r w:rsidR="000B500F">
        <w:rPr>
          <w:rFonts w:ascii="Arial" w:hAnsi="Arial" w:cs="Arial"/>
        </w:rPr>
        <w:tab/>
      </w:r>
      <w:r w:rsidR="000B500F">
        <w:rPr>
          <w:rFonts w:ascii="Arial" w:hAnsi="Arial" w:cs="Arial"/>
        </w:rPr>
        <w:tab/>
      </w:r>
      <w:r w:rsidR="000B500F">
        <w:rPr>
          <w:rFonts w:ascii="Arial" w:hAnsi="Arial" w:cs="Arial"/>
        </w:rPr>
        <w:tab/>
      </w:r>
      <w:r w:rsidR="005F318C" w:rsidRPr="005F318C">
        <w:rPr>
          <w:rFonts w:ascii="Arial" w:hAnsi="Arial" w:cs="Arial"/>
          <w:i/>
        </w:rPr>
        <w:t>f.to _________________________</w:t>
      </w:r>
      <w:r w:rsidR="005F318C">
        <w:rPr>
          <w:rFonts w:ascii="Arial" w:hAnsi="Arial" w:cs="Arial"/>
          <w:i/>
        </w:rPr>
        <w:t>_</w:t>
      </w:r>
      <w:r w:rsidR="005F318C" w:rsidRPr="005F318C">
        <w:rPr>
          <w:rFonts w:ascii="Arial" w:hAnsi="Arial" w:cs="Arial"/>
          <w:i/>
        </w:rPr>
        <w:t>_</w:t>
      </w:r>
    </w:p>
    <w:p w:rsidR="009F66A4" w:rsidRDefault="00A6513D" w:rsidP="009F66A4">
      <w:pPr>
        <w:pStyle w:val="Paragrafoelenco1"/>
        <w:spacing w:after="0" w:line="48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Dott.ssa </w:t>
      </w:r>
      <w:r w:rsidR="009F66A4">
        <w:rPr>
          <w:rFonts w:ascii="Arial" w:hAnsi="Arial" w:cs="Arial"/>
        </w:rPr>
        <w:t xml:space="preserve">Giovanna </w:t>
      </w:r>
      <w:proofErr w:type="spellStart"/>
      <w:r w:rsidR="009F66A4">
        <w:rPr>
          <w:rFonts w:ascii="Arial" w:hAnsi="Arial" w:cs="Arial"/>
        </w:rPr>
        <w:t>Mancinelli</w:t>
      </w:r>
      <w:proofErr w:type="spellEnd"/>
      <w:r w:rsidR="009F66A4">
        <w:rPr>
          <w:rFonts w:ascii="Arial" w:hAnsi="Arial" w:cs="Arial"/>
        </w:rPr>
        <w:tab/>
      </w:r>
      <w:r w:rsidR="009F66A4">
        <w:rPr>
          <w:rFonts w:ascii="Arial" w:hAnsi="Arial" w:cs="Arial"/>
        </w:rPr>
        <w:tab/>
      </w:r>
      <w:r w:rsidR="000B500F">
        <w:rPr>
          <w:rFonts w:ascii="Arial" w:hAnsi="Arial" w:cs="Arial"/>
        </w:rPr>
        <w:tab/>
      </w:r>
      <w:r w:rsidR="000B500F">
        <w:rPr>
          <w:rFonts w:ascii="Arial" w:hAnsi="Arial" w:cs="Arial"/>
        </w:rPr>
        <w:tab/>
      </w:r>
      <w:r w:rsidR="005F318C" w:rsidRPr="005F318C">
        <w:rPr>
          <w:rFonts w:ascii="Arial" w:hAnsi="Arial" w:cs="Arial"/>
          <w:i/>
        </w:rPr>
        <w:t>f.to _________________________</w:t>
      </w:r>
      <w:r w:rsidR="005F318C">
        <w:rPr>
          <w:rFonts w:ascii="Arial" w:hAnsi="Arial" w:cs="Arial"/>
          <w:i/>
        </w:rPr>
        <w:t>_</w:t>
      </w:r>
      <w:r w:rsidR="005F318C" w:rsidRPr="005F318C">
        <w:rPr>
          <w:rFonts w:ascii="Arial" w:hAnsi="Arial" w:cs="Arial"/>
          <w:i/>
        </w:rPr>
        <w:t>_</w:t>
      </w:r>
    </w:p>
    <w:p w:rsidR="00471301" w:rsidRDefault="00471301" w:rsidP="009F66A4">
      <w:pPr>
        <w:pStyle w:val="Paragrafoelenco1"/>
        <w:spacing w:after="0" w:line="48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Dott.ssa Emanuela Scamosci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F318C" w:rsidRPr="005F318C">
        <w:rPr>
          <w:rFonts w:ascii="Arial" w:hAnsi="Arial" w:cs="Arial"/>
          <w:i/>
        </w:rPr>
        <w:t>f.to _________________________</w:t>
      </w:r>
      <w:r w:rsidR="005F318C">
        <w:rPr>
          <w:rFonts w:ascii="Arial" w:hAnsi="Arial" w:cs="Arial"/>
          <w:i/>
        </w:rPr>
        <w:t>_</w:t>
      </w:r>
      <w:r w:rsidR="005F318C" w:rsidRPr="005F318C">
        <w:rPr>
          <w:rFonts w:ascii="Arial" w:hAnsi="Arial" w:cs="Arial"/>
          <w:i/>
        </w:rPr>
        <w:t>_</w:t>
      </w:r>
    </w:p>
    <w:p w:rsidR="00A0696E" w:rsidRDefault="00471301" w:rsidP="009D0D4C">
      <w:pPr>
        <w:pStyle w:val="Paragrafoelenco1"/>
        <w:spacing w:after="0" w:line="48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Dott.</w:t>
      </w:r>
      <w:r w:rsidR="000B500F">
        <w:rPr>
          <w:rFonts w:ascii="Arial" w:hAnsi="Arial" w:cs="Arial"/>
        </w:rPr>
        <w:t xml:space="preserve">ssa Daniela </w:t>
      </w:r>
      <w:proofErr w:type="spellStart"/>
      <w:r w:rsidR="000B500F">
        <w:rPr>
          <w:rFonts w:ascii="Arial" w:hAnsi="Arial" w:cs="Arial"/>
        </w:rPr>
        <w:t>Cicconetti</w:t>
      </w:r>
      <w:proofErr w:type="spellEnd"/>
      <w:r w:rsidR="00AE129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F318C" w:rsidRPr="005F318C">
        <w:rPr>
          <w:rFonts w:ascii="Arial" w:hAnsi="Arial" w:cs="Arial"/>
          <w:i/>
        </w:rPr>
        <w:t>f.to _________________________</w:t>
      </w:r>
      <w:r w:rsidR="005F318C">
        <w:rPr>
          <w:rFonts w:ascii="Arial" w:hAnsi="Arial" w:cs="Arial"/>
          <w:i/>
        </w:rPr>
        <w:t>_</w:t>
      </w:r>
      <w:r w:rsidR="005F318C" w:rsidRPr="005F318C">
        <w:rPr>
          <w:rFonts w:ascii="Arial" w:hAnsi="Arial" w:cs="Arial"/>
          <w:i/>
        </w:rPr>
        <w:t>_</w:t>
      </w:r>
    </w:p>
    <w:p w:rsidR="009D0D4C" w:rsidRDefault="009D0D4C" w:rsidP="009D0D4C">
      <w:pPr>
        <w:pStyle w:val="Paragrafoelenco1"/>
        <w:spacing w:after="0" w:line="48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Dott. Roberto Cocco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F318C" w:rsidRPr="005F318C">
        <w:rPr>
          <w:rFonts w:ascii="Arial" w:hAnsi="Arial" w:cs="Arial"/>
          <w:i/>
        </w:rPr>
        <w:t>f.to _________________________</w:t>
      </w:r>
      <w:r w:rsidR="005F318C">
        <w:rPr>
          <w:rFonts w:ascii="Arial" w:hAnsi="Arial" w:cs="Arial"/>
          <w:i/>
        </w:rPr>
        <w:t>_</w:t>
      </w:r>
      <w:r w:rsidR="005F318C" w:rsidRPr="005F318C">
        <w:rPr>
          <w:rFonts w:ascii="Arial" w:hAnsi="Arial" w:cs="Arial"/>
          <w:i/>
        </w:rPr>
        <w:t>_</w:t>
      </w:r>
    </w:p>
    <w:p w:rsidR="009F66A4" w:rsidRDefault="009F66A4" w:rsidP="009F66A4">
      <w:pPr>
        <w:pStyle w:val="Paragrafoelenco1"/>
        <w:spacing w:after="0" w:line="48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Il segretario verbalizzante dott. Ernesto D’Onofrio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F318C" w:rsidRPr="005F318C">
        <w:rPr>
          <w:rFonts w:ascii="Arial" w:hAnsi="Arial" w:cs="Arial"/>
          <w:i/>
        </w:rPr>
        <w:t>f.to _________________________</w:t>
      </w:r>
      <w:r w:rsidR="005F318C">
        <w:rPr>
          <w:rFonts w:ascii="Arial" w:hAnsi="Arial" w:cs="Arial"/>
          <w:i/>
        </w:rPr>
        <w:t>_</w:t>
      </w:r>
      <w:r w:rsidR="005F318C" w:rsidRPr="005F318C">
        <w:rPr>
          <w:rFonts w:ascii="Arial" w:hAnsi="Arial" w:cs="Arial"/>
          <w:i/>
        </w:rPr>
        <w:t>_</w:t>
      </w:r>
    </w:p>
    <w:sectPr w:rsidR="009F66A4" w:rsidSect="00BA57A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357" w:left="1134" w:header="902" w:footer="9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D6B" w:rsidRDefault="00492D6B">
      <w:r>
        <w:separator/>
      </w:r>
    </w:p>
  </w:endnote>
  <w:endnote w:type="continuationSeparator" w:id="0">
    <w:p w:rsidR="00492D6B" w:rsidRDefault="00492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3E9" w:rsidRDefault="008063E9" w:rsidP="00735CB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063E9" w:rsidRDefault="008063E9" w:rsidP="008063E9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3E9" w:rsidRDefault="008063E9" w:rsidP="00735CB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F670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5C558B" w:rsidRPr="00D17153" w:rsidRDefault="005C558B" w:rsidP="008063E9">
    <w:pPr>
      <w:pStyle w:val="Pidipagina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153" w:rsidRDefault="007E4801" w:rsidP="00D17153">
    <w:pPr>
      <w:pStyle w:val="Pidipagina"/>
    </w:pPr>
    <w:r>
      <w:rPr>
        <w:noProof/>
        <w:sz w:val="20"/>
      </w:rPr>
      <w:pict>
        <v:rect id="_x0000_s2064" style="position:absolute;margin-left:0;margin-top:11.8pt;width:381.75pt;height:36pt;z-index:251658240;mso-wrap-edited:f" wrapcoords="0 0 21600 0 21600 21600 0 21600 0 0" filled="f" stroked="f">
          <v:textbox style="mso-next-textbox:#_x0000_s2064">
            <w:txbxContent>
              <w:p w:rsidR="00E8772E" w:rsidRDefault="00E8772E" w:rsidP="00E8772E">
                <w:pPr>
                  <w:rPr>
                    <w:rFonts w:ascii="Helvetica" w:hAnsi="Helvetica" w:cs="Tahoma"/>
                    <w:b/>
                    <w:sz w:val="12"/>
                    <w:szCs w:val="12"/>
                  </w:rPr>
                </w:pPr>
                <w:r w:rsidRPr="009C213F">
                  <w:rPr>
                    <w:rFonts w:ascii="Helvetica" w:hAnsi="Helvetica" w:cs="Tahoma"/>
                    <w:b/>
                    <w:sz w:val="12"/>
                    <w:szCs w:val="12"/>
                  </w:rPr>
                  <w:t>D</w:t>
                </w:r>
                <w:r>
                  <w:rPr>
                    <w:rFonts w:ascii="Helvetica" w:hAnsi="Helvetica" w:cs="Tahoma"/>
                    <w:b/>
                    <w:sz w:val="12"/>
                    <w:szCs w:val="12"/>
                  </w:rPr>
                  <w:t>irezione Centrale – Viale G. Marconi, 178 – 65127 Pescara</w:t>
                </w:r>
              </w:p>
              <w:p w:rsidR="00E8772E" w:rsidRDefault="00E8772E" w:rsidP="00E8772E">
                <w:pPr>
                  <w:rPr>
                    <w:rFonts w:ascii="Helvetica" w:hAnsi="Helvetica" w:cs="Tahoma"/>
                    <w:b/>
                    <w:bCs/>
                    <w:sz w:val="12"/>
                    <w:szCs w:val="12"/>
                  </w:rPr>
                </w:pPr>
                <w:r>
                  <w:rPr>
                    <w:rFonts w:ascii="Helvetica" w:hAnsi="Helvetica" w:cs="Tahoma"/>
                    <w:b/>
                    <w:bCs/>
                    <w:sz w:val="12"/>
                    <w:szCs w:val="12"/>
                  </w:rPr>
                  <w:t xml:space="preserve">Tel.: 085/450021 </w:t>
                </w:r>
                <w:r w:rsidRPr="009C213F">
                  <w:rPr>
                    <w:rFonts w:ascii="Helvetica" w:hAnsi="Helvetica" w:cs="Tahoma"/>
                    <w:b/>
                    <w:bCs/>
                    <w:sz w:val="12"/>
                    <w:szCs w:val="12"/>
                  </w:rPr>
                  <w:t>Fax: 0</w:t>
                </w:r>
                <w:r>
                  <w:rPr>
                    <w:rFonts w:ascii="Helvetica" w:hAnsi="Helvetica" w:cs="Tahoma"/>
                    <w:b/>
                    <w:bCs/>
                    <w:sz w:val="12"/>
                    <w:szCs w:val="12"/>
                  </w:rPr>
                  <w:t>85</w:t>
                </w:r>
                <w:r w:rsidRPr="009C213F">
                  <w:rPr>
                    <w:rFonts w:ascii="Helvetica" w:hAnsi="Helvetica" w:cs="Tahoma"/>
                    <w:b/>
                    <w:bCs/>
                    <w:sz w:val="12"/>
                    <w:szCs w:val="12"/>
                  </w:rPr>
                  <w:t>/</w:t>
                </w:r>
                <w:r>
                  <w:rPr>
                    <w:rFonts w:ascii="Helvetica" w:hAnsi="Helvetica" w:cs="Tahoma"/>
                    <w:b/>
                    <w:bCs/>
                    <w:sz w:val="12"/>
                    <w:szCs w:val="12"/>
                  </w:rPr>
                  <w:t xml:space="preserve">4500201 E– mail: </w:t>
                </w:r>
                <w:hyperlink r:id="rId1" w:history="1">
                  <w:r w:rsidRPr="00495C11">
                    <w:rPr>
                      <w:rStyle w:val="Collegamentoipertestuale"/>
                      <w:rFonts w:ascii="Helvetica" w:hAnsi="Helvetica" w:cs="Tahoma"/>
                      <w:b/>
                      <w:bCs/>
                      <w:sz w:val="12"/>
                      <w:szCs w:val="12"/>
                    </w:rPr>
                    <w:t>info@artaabruzzo.it</w:t>
                  </w:r>
                </w:hyperlink>
                <w:r>
                  <w:rPr>
                    <w:rFonts w:ascii="Helvetica" w:hAnsi="Helvetica" w:cs="Tahoma"/>
                    <w:b/>
                    <w:bCs/>
                    <w:sz w:val="12"/>
                    <w:szCs w:val="12"/>
                  </w:rPr>
                  <w:t xml:space="preserve"> PEC: </w:t>
                </w:r>
                <w:hyperlink r:id="rId2" w:history="1">
                  <w:r w:rsidRPr="0008426A">
                    <w:rPr>
                      <w:rStyle w:val="Collegamentoipertestuale"/>
                      <w:rFonts w:ascii="Helvetica" w:hAnsi="Helvetica" w:cs="Tahoma"/>
                      <w:b/>
                      <w:bCs/>
                      <w:sz w:val="12"/>
                      <w:szCs w:val="12"/>
                    </w:rPr>
                    <w:t>sede.centrale@pec.artaabruzzo.it</w:t>
                  </w:r>
                </w:hyperlink>
                <w:r>
                  <w:rPr>
                    <w:rFonts w:ascii="Helvetica" w:hAnsi="Helvetica" w:cs="Tahoma"/>
                    <w:b/>
                    <w:bCs/>
                    <w:sz w:val="12"/>
                    <w:szCs w:val="12"/>
                  </w:rPr>
                  <w:t xml:space="preserve"> </w:t>
                </w:r>
              </w:p>
              <w:p w:rsidR="00E8772E" w:rsidRPr="001576F4" w:rsidRDefault="00E8772E" w:rsidP="00E8772E">
                <w:pPr>
                  <w:rPr>
                    <w:rFonts w:ascii="Helvetica" w:hAnsi="Helvetica" w:cs="Tahoma"/>
                    <w:b/>
                    <w:bCs/>
                    <w:sz w:val="12"/>
                    <w:szCs w:val="12"/>
                    <w:lang w:val="en-GB"/>
                  </w:rPr>
                </w:pPr>
                <w:r w:rsidRPr="001576F4">
                  <w:rPr>
                    <w:rFonts w:ascii="Helvetica" w:hAnsi="Helvetica" w:cs="Tahoma"/>
                    <w:b/>
                    <w:bCs/>
                    <w:sz w:val="12"/>
                    <w:szCs w:val="12"/>
                    <w:lang w:val="en-GB"/>
                  </w:rPr>
                  <w:t xml:space="preserve">Cod. </w:t>
                </w:r>
                <w:proofErr w:type="spellStart"/>
                <w:r w:rsidRPr="001576F4">
                  <w:rPr>
                    <w:rFonts w:ascii="Helvetica" w:hAnsi="Helvetica" w:cs="Tahoma"/>
                    <w:b/>
                    <w:bCs/>
                    <w:sz w:val="12"/>
                    <w:szCs w:val="12"/>
                    <w:lang w:val="en-GB"/>
                  </w:rPr>
                  <w:t>Fisc</w:t>
                </w:r>
                <w:proofErr w:type="spellEnd"/>
                <w:r w:rsidRPr="001576F4">
                  <w:rPr>
                    <w:rFonts w:ascii="Helvetica" w:hAnsi="Helvetica" w:cs="Tahoma"/>
                    <w:b/>
                    <w:bCs/>
                    <w:sz w:val="12"/>
                    <w:szCs w:val="12"/>
                    <w:lang w:val="en-GB"/>
                  </w:rPr>
                  <w:t xml:space="preserve">. 91059790682 – </w:t>
                </w:r>
                <w:r w:rsidR="005B5CC0">
                  <w:rPr>
                    <w:rFonts w:ascii="Helvetica" w:hAnsi="Helvetica" w:cs="Tahoma"/>
                    <w:b/>
                    <w:bCs/>
                    <w:sz w:val="12"/>
                    <w:szCs w:val="12"/>
                    <w:lang w:val="en-GB"/>
                  </w:rPr>
                  <w:t xml:space="preserve"> </w:t>
                </w:r>
                <w:r w:rsidRPr="001576F4">
                  <w:rPr>
                    <w:rFonts w:ascii="Helvetica" w:hAnsi="Helvetica" w:cs="Tahoma"/>
                    <w:b/>
                    <w:bCs/>
                    <w:sz w:val="12"/>
                    <w:szCs w:val="12"/>
                    <w:lang w:val="en-GB"/>
                  </w:rPr>
                  <w:t>P.</w:t>
                </w:r>
                <w:r>
                  <w:rPr>
                    <w:rFonts w:ascii="Helvetica" w:hAnsi="Helvetica" w:cs="Tahoma"/>
                    <w:b/>
                    <w:bCs/>
                    <w:sz w:val="12"/>
                    <w:szCs w:val="12"/>
                    <w:lang w:val="en-GB"/>
                  </w:rPr>
                  <w:t xml:space="preserve"> I.V.A. 01599980685</w:t>
                </w:r>
              </w:p>
              <w:p w:rsidR="00E8772E" w:rsidRPr="001576F4" w:rsidRDefault="00E8772E" w:rsidP="00E8772E">
                <w:pPr>
                  <w:jc w:val="center"/>
                  <w:rPr>
                    <w:rStyle w:val="Collegamentoipertestuale"/>
                    <w:rFonts w:ascii="Tahoma" w:hAnsi="Tahoma" w:cs="Tahoma"/>
                    <w:sz w:val="4"/>
                    <w:szCs w:val="8"/>
                    <w:lang w:val="en-GB"/>
                  </w:rPr>
                </w:pPr>
              </w:p>
            </w:txbxContent>
          </v:textbox>
          <w10:wrap type="through" side="left"/>
        </v:rect>
      </w:pict>
    </w:r>
    <w:r w:rsidR="005F318C">
      <w:rPr>
        <w:rFonts w:ascii="Times" w:hAnsi="Times" w:cs="Times"/>
        <w:noProof/>
        <w:lang w:val="it-IT" w:eastAsia="it-IT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35560</wp:posOffset>
          </wp:positionV>
          <wp:extent cx="794385" cy="488950"/>
          <wp:effectExtent l="19050" t="0" r="5715" b="0"/>
          <wp:wrapNone/>
          <wp:docPr id="12" name="Immagine 12" descr="LogoIso9001Ridot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Iso9001Ridott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385" cy="488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F318C">
      <w:rPr>
        <w:noProof/>
        <w:sz w:val="20"/>
        <w:lang w:val="it-IT" w:eastAsia="it-IT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5829300</wp:posOffset>
          </wp:positionH>
          <wp:positionV relativeFrom="paragraph">
            <wp:posOffset>149860</wp:posOffset>
          </wp:positionV>
          <wp:extent cx="279400" cy="308610"/>
          <wp:effectExtent l="19050" t="0" r="6350" b="0"/>
          <wp:wrapTight wrapText="bothSides">
            <wp:wrapPolygon edited="0">
              <wp:start x="-1473" y="0"/>
              <wp:lineTo x="-1473" y="20000"/>
              <wp:lineTo x="22091" y="20000"/>
              <wp:lineTo x="22091" y="0"/>
              <wp:lineTo x="-1473" y="0"/>
            </wp:wrapPolygon>
          </wp:wrapTight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308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17153" w:rsidRDefault="0039103C" w:rsidP="0039103C">
    <w:pPr>
      <w:pStyle w:val="Pidipagina"/>
    </w:pPr>
    <w:r>
      <w:t xml:space="preserve">                       </w:t>
    </w:r>
  </w:p>
  <w:p w:rsidR="00D17153" w:rsidRDefault="007E4801" w:rsidP="00D17153"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96pt;margin-top:11.2pt;width:81pt;height:18pt;z-index:251655168" filled="f" stroked="f">
          <v:textbox style="mso-next-textbox:#_x0000_s2058">
            <w:txbxContent>
              <w:p w:rsidR="00D17153" w:rsidRPr="009C213F" w:rsidRDefault="00D17153" w:rsidP="0039103C">
                <w:pPr>
                  <w:pStyle w:val="Titolo1"/>
                  <w:jc w:val="left"/>
                  <w:rPr>
                    <w:rFonts w:ascii="Helvetica" w:hAnsi="Helvetica"/>
                    <w:i w:val="0"/>
                    <w:iCs/>
                    <w:sz w:val="10"/>
                    <w:szCs w:val="10"/>
                  </w:rPr>
                </w:pPr>
                <w:r w:rsidRPr="009C213F">
                  <w:rPr>
                    <w:rFonts w:ascii="Helvetica" w:hAnsi="Helvetica"/>
                    <w:i w:val="0"/>
                    <w:iCs/>
                    <w:sz w:val="10"/>
                    <w:szCs w:val="10"/>
                  </w:rPr>
                  <w:t>Certificato N° 205977</w:t>
                </w:r>
              </w:p>
              <w:p w:rsidR="00D17153" w:rsidRDefault="007E4801" w:rsidP="00971A19">
                <w:pPr>
                  <w:pStyle w:val="Corpotesto"/>
                  <w:rPr>
                    <w:rFonts w:ascii="Arial" w:hAnsi="Arial" w:cs="Arial"/>
                    <w:b/>
                    <w:bCs/>
                    <w:sz w:val="4"/>
                  </w:rPr>
                </w:pPr>
                <w:r>
                  <w:rPr>
                    <w:rFonts w:ascii="Arial" w:hAnsi="Arial" w:cs="Arial"/>
                    <w:b/>
                    <w:bCs/>
                    <w:sz w:val="4"/>
                  </w:rPr>
                  <w:t xml:space="preserve"> </w:t>
                </w:r>
              </w:p>
              <w:p w:rsidR="00D17153" w:rsidRDefault="00D17153" w:rsidP="00971A19">
                <w:pPr>
                  <w:pStyle w:val="Corpotesto"/>
                  <w:rPr>
                    <w:i w:val="0"/>
                    <w:iCs/>
                    <w:sz w:val="14"/>
                  </w:rPr>
                </w:pPr>
              </w:p>
            </w:txbxContent>
          </v:textbox>
        </v:shape>
      </w:pict>
    </w:r>
    <w:r w:rsidR="00D17153">
      <w:t xml:space="preserve">                                                                                                             </w:t>
    </w:r>
  </w:p>
  <w:p w:rsidR="00D17153" w:rsidRDefault="007E4801">
    <w:pPr>
      <w:pStyle w:val="Pidipagina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D6B" w:rsidRDefault="00492D6B">
      <w:r>
        <w:separator/>
      </w:r>
    </w:p>
  </w:footnote>
  <w:footnote w:type="continuationSeparator" w:id="0">
    <w:p w:rsidR="00492D6B" w:rsidRDefault="00492D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58B" w:rsidRDefault="005C558B" w:rsidP="00D17153">
    <w:pPr>
      <w:pStyle w:val="Intestazione"/>
      <w:rPr>
        <w:rFonts w:ascii="Batang" w:eastAsia="Batang" w:hAnsi="Batang"/>
        <w:smallCaps/>
      </w:rPr>
    </w:pPr>
  </w:p>
  <w:p w:rsidR="005C558B" w:rsidRDefault="007639B1" w:rsidP="00D17153">
    <w:pPr>
      <w:pStyle w:val="Intestazione"/>
      <w:rPr>
        <w:rFonts w:ascii="Times" w:hAnsi="Times" w:cs="Times"/>
      </w:rPr>
    </w:pPr>
    <w:r>
      <w:rPr>
        <w:rFonts w:ascii="Times" w:hAnsi="Times" w:cs="Times"/>
      </w:rPr>
      <w:t xml:space="preserve">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EFC" w:rsidRPr="002E171C" w:rsidRDefault="005F318C" w:rsidP="007E3EFC">
    <w:pPr>
      <w:pStyle w:val="Intestazione"/>
      <w:rPr>
        <w:rFonts w:ascii="Batang" w:eastAsia="Batang" w:hAnsi="Batang"/>
        <w:smallCaps/>
        <w:sz w:val="16"/>
        <w:szCs w:val="16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4556760</wp:posOffset>
          </wp:positionH>
          <wp:positionV relativeFrom="paragraph">
            <wp:posOffset>0</wp:posOffset>
          </wp:positionV>
          <wp:extent cx="1332230" cy="958215"/>
          <wp:effectExtent l="19050" t="0" r="1270" b="0"/>
          <wp:wrapNone/>
          <wp:docPr id="17" name="Immagine 9" descr="Descrizione: \\WIN-FGLJCA7LEU0\seg_tec\SNPA\Logo_SNPA\LOGO vari formati\logo_SNPA_C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Descrizione: \\WIN-FGLJCA7LEU0\seg_tec\SNPA\Logo_SNPA\LOGO vari formati\logo_SNPA_CO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958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3EFC">
      <w:rPr>
        <w:noProof/>
      </w:rPr>
      <w:tab/>
      <w:t xml:space="preserve">                                                                </w:t>
    </w:r>
  </w:p>
  <w:p w:rsidR="00B7056A" w:rsidRDefault="005F318C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38735</wp:posOffset>
          </wp:positionV>
          <wp:extent cx="2628265" cy="601345"/>
          <wp:effectExtent l="19050" t="0" r="635" b="0"/>
          <wp:wrapNone/>
          <wp:docPr id="18" name="Immagine 1" descr="Descrizione: Dir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DirGen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265" cy="601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6F866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475308"/>
    <w:multiLevelType w:val="hybridMultilevel"/>
    <w:tmpl w:val="88DE1F0C"/>
    <w:lvl w:ilvl="0" w:tplc="2200DA70">
      <w:numFmt w:val="bullet"/>
      <w:lvlText w:val="-"/>
      <w:lvlJc w:val="left"/>
      <w:pPr>
        <w:ind w:left="5316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">
    <w:nsid w:val="0D180BC1"/>
    <w:multiLevelType w:val="hybridMultilevel"/>
    <w:tmpl w:val="94202EC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203332"/>
    <w:multiLevelType w:val="hybridMultilevel"/>
    <w:tmpl w:val="85FE029E"/>
    <w:lvl w:ilvl="0" w:tplc="6FC40B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C421D6"/>
    <w:multiLevelType w:val="hybridMultilevel"/>
    <w:tmpl w:val="AC385D56"/>
    <w:lvl w:ilvl="0" w:tplc="25581B7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D1380"/>
    <w:multiLevelType w:val="hybridMultilevel"/>
    <w:tmpl w:val="53BCC1BC"/>
    <w:lvl w:ilvl="0" w:tplc="21CC004A">
      <w:start w:val="5"/>
      <w:numFmt w:val="bullet"/>
      <w:lvlText w:val="-"/>
      <w:lvlJc w:val="left"/>
      <w:pPr>
        <w:ind w:left="4608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6">
    <w:nsid w:val="0F5F4F2E"/>
    <w:multiLevelType w:val="hybridMultilevel"/>
    <w:tmpl w:val="C8226E80"/>
    <w:lvl w:ilvl="0" w:tplc="AB2402B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E40F9C"/>
    <w:multiLevelType w:val="hybridMultilevel"/>
    <w:tmpl w:val="FE3A7E1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960428"/>
    <w:multiLevelType w:val="hybridMultilevel"/>
    <w:tmpl w:val="64A457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C9308C"/>
    <w:multiLevelType w:val="hybridMultilevel"/>
    <w:tmpl w:val="E07E009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2A6154"/>
    <w:multiLevelType w:val="hybridMultilevel"/>
    <w:tmpl w:val="070C96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463381"/>
    <w:multiLevelType w:val="hybridMultilevel"/>
    <w:tmpl w:val="3D3A50CE"/>
    <w:lvl w:ilvl="0" w:tplc="6D165834">
      <w:numFmt w:val="bullet"/>
      <w:lvlText w:val="-"/>
      <w:lvlJc w:val="left"/>
      <w:pPr>
        <w:ind w:left="4605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12">
    <w:nsid w:val="1D5A347F"/>
    <w:multiLevelType w:val="hybridMultilevel"/>
    <w:tmpl w:val="AF028818"/>
    <w:lvl w:ilvl="0" w:tplc="BA4EDD7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F610D10"/>
    <w:multiLevelType w:val="hybridMultilevel"/>
    <w:tmpl w:val="E6C6C8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E95B85"/>
    <w:multiLevelType w:val="hybridMultilevel"/>
    <w:tmpl w:val="531CC98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341BE7"/>
    <w:multiLevelType w:val="hybridMultilevel"/>
    <w:tmpl w:val="2C7293A8"/>
    <w:lvl w:ilvl="0" w:tplc="429A6E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C419CF"/>
    <w:multiLevelType w:val="hybridMultilevel"/>
    <w:tmpl w:val="6284F760"/>
    <w:lvl w:ilvl="0" w:tplc="DE04F2B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6651AC"/>
    <w:multiLevelType w:val="hybridMultilevel"/>
    <w:tmpl w:val="0A862A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E12705"/>
    <w:multiLevelType w:val="hybridMultilevel"/>
    <w:tmpl w:val="48A0AADA"/>
    <w:lvl w:ilvl="0" w:tplc="D6A8740E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187B76"/>
    <w:multiLevelType w:val="hybridMultilevel"/>
    <w:tmpl w:val="FE3A7E1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A62165"/>
    <w:multiLevelType w:val="hybridMultilevel"/>
    <w:tmpl w:val="CA4083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B72C4A"/>
    <w:multiLevelType w:val="hybridMultilevel"/>
    <w:tmpl w:val="262A8826"/>
    <w:lvl w:ilvl="0" w:tplc="D1DC8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CA0111"/>
    <w:multiLevelType w:val="hybridMultilevel"/>
    <w:tmpl w:val="289AEF0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8C13B7"/>
    <w:multiLevelType w:val="hybridMultilevel"/>
    <w:tmpl w:val="BE2C17CE"/>
    <w:lvl w:ilvl="0" w:tplc="94E6B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DE858C7"/>
    <w:multiLevelType w:val="hybridMultilevel"/>
    <w:tmpl w:val="CA4083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672A1D"/>
    <w:multiLevelType w:val="hybridMultilevel"/>
    <w:tmpl w:val="A0E88CB8"/>
    <w:lvl w:ilvl="0" w:tplc="BB5AE5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0B83780"/>
    <w:multiLevelType w:val="hybridMultilevel"/>
    <w:tmpl w:val="9802121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403D0A"/>
    <w:multiLevelType w:val="hybridMultilevel"/>
    <w:tmpl w:val="9CEA2AD8"/>
    <w:lvl w:ilvl="0" w:tplc="EE68CDB8">
      <w:start w:val="4"/>
      <w:numFmt w:val="bullet"/>
      <w:lvlText w:val="-"/>
      <w:lvlJc w:val="left"/>
      <w:pPr>
        <w:ind w:left="5676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8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5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2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9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436" w:hanging="360"/>
      </w:pPr>
      <w:rPr>
        <w:rFonts w:ascii="Wingdings" w:hAnsi="Wingdings" w:hint="default"/>
      </w:rPr>
    </w:lvl>
  </w:abstractNum>
  <w:abstractNum w:abstractNumId="28">
    <w:nsid w:val="38E84E4D"/>
    <w:multiLevelType w:val="hybridMultilevel"/>
    <w:tmpl w:val="42CE2DF6"/>
    <w:lvl w:ilvl="0" w:tplc="842AC3E8">
      <w:numFmt w:val="bullet"/>
      <w:lvlText w:val="-"/>
      <w:lvlJc w:val="left"/>
      <w:pPr>
        <w:ind w:left="2212" w:hanging="12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9">
    <w:nsid w:val="3A4B0B6A"/>
    <w:multiLevelType w:val="hybridMultilevel"/>
    <w:tmpl w:val="F96E9112"/>
    <w:lvl w:ilvl="0" w:tplc="D33AD2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C31624A"/>
    <w:multiLevelType w:val="hybridMultilevel"/>
    <w:tmpl w:val="9EFA56F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672A4D"/>
    <w:multiLevelType w:val="hybridMultilevel"/>
    <w:tmpl w:val="0EB0B6FA"/>
    <w:lvl w:ilvl="0" w:tplc="0410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47CA4296"/>
    <w:multiLevelType w:val="hybridMultilevel"/>
    <w:tmpl w:val="5C1295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322277"/>
    <w:multiLevelType w:val="hybridMultilevel"/>
    <w:tmpl w:val="D5FCA5C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8102F0"/>
    <w:multiLevelType w:val="hybridMultilevel"/>
    <w:tmpl w:val="45986192"/>
    <w:lvl w:ilvl="0" w:tplc="0F1AAB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D21528"/>
    <w:multiLevelType w:val="hybridMultilevel"/>
    <w:tmpl w:val="D5FCA5C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627D4A"/>
    <w:multiLevelType w:val="hybridMultilevel"/>
    <w:tmpl w:val="48A0AADA"/>
    <w:lvl w:ilvl="0" w:tplc="D6A8740E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554CC1"/>
    <w:multiLevelType w:val="hybridMultilevel"/>
    <w:tmpl w:val="A2AACF6A"/>
    <w:lvl w:ilvl="0" w:tplc="052840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3B382C"/>
    <w:multiLevelType w:val="hybridMultilevel"/>
    <w:tmpl w:val="BCC68ED0"/>
    <w:lvl w:ilvl="0" w:tplc="55C627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A7570B8"/>
    <w:multiLevelType w:val="hybridMultilevel"/>
    <w:tmpl w:val="16669EE8"/>
    <w:lvl w:ilvl="0" w:tplc="93EA19CE">
      <w:start w:val="1"/>
      <w:numFmt w:val="decimal"/>
      <w:lvlText w:val="%1)"/>
      <w:lvlJc w:val="left"/>
      <w:pPr>
        <w:ind w:left="78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70874EC"/>
    <w:multiLevelType w:val="hybridMultilevel"/>
    <w:tmpl w:val="95C66B60"/>
    <w:lvl w:ilvl="0" w:tplc="2846482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B1C6FC4"/>
    <w:multiLevelType w:val="hybridMultilevel"/>
    <w:tmpl w:val="1CCC32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B46635"/>
    <w:multiLevelType w:val="hybridMultilevel"/>
    <w:tmpl w:val="7E18BEB6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06A5152"/>
    <w:multiLevelType w:val="hybridMultilevel"/>
    <w:tmpl w:val="16669EE8"/>
    <w:lvl w:ilvl="0" w:tplc="93EA19CE">
      <w:start w:val="1"/>
      <w:numFmt w:val="decimal"/>
      <w:lvlText w:val="%1)"/>
      <w:lvlJc w:val="left"/>
      <w:pPr>
        <w:ind w:left="78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70B64C5D"/>
    <w:multiLevelType w:val="hybridMultilevel"/>
    <w:tmpl w:val="135AD052"/>
    <w:lvl w:ilvl="0" w:tplc="78501C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C95CA3"/>
    <w:multiLevelType w:val="hybridMultilevel"/>
    <w:tmpl w:val="B636DE7C"/>
    <w:lvl w:ilvl="0" w:tplc="E4E494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A027D10"/>
    <w:multiLevelType w:val="hybridMultilevel"/>
    <w:tmpl w:val="209A24B8"/>
    <w:lvl w:ilvl="0" w:tplc="4F7A84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A417000"/>
    <w:multiLevelType w:val="hybridMultilevel"/>
    <w:tmpl w:val="7026E6A6"/>
    <w:lvl w:ilvl="0" w:tplc="91CA56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9E51AD"/>
    <w:multiLevelType w:val="hybridMultilevel"/>
    <w:tmpl w:val="5C1295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0"/>
  </w:num>
  <w:num w:numId="4">
    <w:abstractNumId w:val="24"/>
  </w:num>
  <w:num w:numId="5">
    <w:abstractNumId w:val="13"/>
  </w:num>
  <w:num w:numId="6">
    <w:abstractNumId w:val="16"/>
  </w:num>
  <w:num w:numId="7">
    <w:abstractNumId w:val="41"/>
  </w:num>
  <w:num w:numId="8">
    <w:abstractNumId w:val="12"/>
  </w:num>
  <w:num w:numId="9">
    <w:abstractNumId w:val="25"/>
  </w:num>
  <w:num w:numId="10">
    <w:abstractNumId w:val="45"/>
  </w:num>
  <w:num w:numId="11">
    <w:abstractNumId w:val="46"/>
  </w:num>
  <w:num w:numId="12">
    <w:abstractNumId w:val="3"/>
  </w:num>
  <w:num w:numId="13">
    <w:abstractNumId w:val="20"/>
  </w:num>
  <w:num w:numId="14">
    <w:abstractNumId w:val="8"/>
  </w:num>
  <w:num w:numId="15">
    <w:abstractNumId w:val="44"/>
  </w:num>
  <w:num w:numId="16">
    <w:abstractNumId w:val="33"/>
  </w:num>
  <w:num w:numId="17">
    <w:abstractNumId w:val="29"/>
  </w:num>
  <w:num w:numId="18">
    <w:abstractNumId w:val="40"/>
  </w:num>
  <w:num w:numId="19">
    <w:abstractNumId w:val="26"/>
  </w:num>
  <w:num w:numId="20">
    <w:abstractNumId w:val="35"/>
  </w:num>
  <w:num w:numId="21">
    <w:abstractNumId w:val="22"/>
  </w:num>
  <w:num w:numId="22">
    <w:abstractNumId w:val="37"/>
  </w:num>
  <w:num w:numId="23">
    <w:abstractNumId w:val="17"/>
  </w:num>
  <w:num w:numId="24">
    <w:abstractNumId w:val="5"/>
  </w:num>
  <w:num w:numId="25">
    <w:abstractNumId w:val="34"/>
  </w:num>
  <w:num w:numId="26">
    <w:abstractNumId w:val="4"/>
  </w:num>
  <w:num w:numId="27">
    <w:abstractNumId w:val="15"/>
  </w:num>
  <w:num w:numId="28">
    <w:abstractNumId w:val="11"/>
  </w:num>
  <w:num w:numId="29">
    <w:abstractNumId w:val="39"/>
  </w:num>
  <w:num w:numId="30">
    <w:abstractNumId w:val="48"/>
  </w:num>
  <w:num w:numId="31">
    <w:abstractNumId w:val="32"/>
  </w:num>
  <w:num w:numId="32">
    <w:abstractNumId w:val="30"/>
  </w:num>
  <w:num w:numId="33">
    <w:abstractNumId w:val="18"/>
  </w:num>
  <w:num w:numId="34">
    <w:abstractNumId w:val="43"/>
  </w:num>
  <w:num w:numId="35">
    <w:abstractNumId w:val="36"/>
  </w:num>
  <w:num w:numId="36">
    <w:abstractNumId w:val="27"/>
  </w:num>
  <w:num w:numId="37">
    <w:abstractNumId w:val="0"/>
  </w:num>
  <w:num w:numId="38">
    <w:abstractNumId w:val="28"/>
  </w:num>
  <w:num w:numId="3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23"/>
  </w:num>
  <w:num w:numId="42">
    <w:abstractNumId w:val="7"/>
  </w:num>
  <w:num w:numId="43">
    <w:abstractNumId w:val="47"/>
  </w:num>
  <w:num w:numId="44">
    <w:abstractNumId w:val="6"/>
  </w:num>
  <w:num w:numId="45">
    <w:abstractNumId w:val="14"/>
  </w:num>
  <w:num w:numId="46">
    <w:abstractNumId w:val="9"/>
  </w:num>
  <w:num w:numId="47">
    <w:abstractNumId w:val="42"/>
  </w:num>
  <w:num w:numId="48">
    <w:abstractNumId w:val="2"/>
  </w:num>
  <w:num w:numId="4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doNotDisplayPageBoundaries/>
  <w:proofState w:spelling="clean"/>
  <w:attachedTemplate r:id="rId1"/>
  <w:stylePaneFormatFilter w:val="3F01"/>
  <w:defaultTabStop w:val="708"/>
  <w:hyphenationZone w:val="283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B7300"/>
    <w:rsid w:val="0000001C"/>
    <w:rsid w:val="000002D1"/>
    <w:rsid w:val="000018AB"/>
    <w:rsid w:val="00001C7C"/>
    <w:rsid w:val="000020C5"/>
    <w:rsid w:val="000038D7"/>
    <w:rsid w:val="000055ED"/>
    <w:rsid w:val="00006EA5"/>
    <w:rsid w:val="000074B8"/>
    <w:rsid w:val="0001077C"/>
    <w:rsid w:val="00010877"/>
    <w:rsid w:val="000108F3"/>
    <w:rsid w:val="00011546"/>
    <w:rsid w:val="000115F5"/>
    <w:rsid w:val="000119BA"/>
    <w:rsid w:val="00011E6F"/>
    <w:rsid w:val="00011E88"/>
    <w:rsid w:val="00011F39"/>
    <w:rsid w:val="00011F7F"/>
    <w:rsid w:val="000122DE"/>
    <w:rsid w:val="00012A0D"/>
    <w:rsid w:val="0001394B"/>
    <w:rsid w:val="0001451B"/>
    <w:rsid w:val="00014DB2"/>
    <w:rsid w:val="00015D9D"/>
    <w:rsid w:val="00016EF1"/>
    <w:rsid w:val="00016F73"/>
    <w:rsid w:val="0001727E"/>
    <w:rsid w:val="00020991"/>
    <w:rsid w:val="00021918"/>
    <w:rsid w:val="00021DA6"/>
    <w:rsid w:val="00021EA3"/>
    <w:rsid w:val="000229CF"/>
    <w:rsid w:val="00022DCC"/>
    <w:rsid w:val="00023352"/>
    <w:rsid w:val="00023CE8"/>
    <w:rsid w:val="00024E27"/>
    <w:rsid w:val="00025421"/>
    <w:rsid w:val="000256E2"/>
    <w:rsid w:val="0002611F"/>
    <w:rsid w:val="000267D0"/>
    <w:rsid w:val="0003047C"/>
    <w:rsid w:val="0003048A"/>
    <w:rsid w:val="0003096F"/>
    <w:rsid w:val="0003131F"/>
    <w:rsid w:val="00031D42"/>
    <w:rsid w:val="000327BC"/>
    <w:rsid w:val="00032881"/>
    <w:rsid w:val="0003371C"/>
    <w:rsid w:val="00033D33"/>
    <w:rsid w:val="00034EC2"/>
    <w:rsid w:val="00035418"/>
    <w:rsid w:val="00035853"/>
    <w:rsid w:val="00035C8A"/>
    <w:rsid w:val="00036B94"/>
    <w:rsid w:val="00036D82"/>
    <w:rsid w:val="00036E8B"/>
    <w:rsid w:val="000375FA"/>
    <w:rsid w:val="000400B6"/>
    <w:rsid w:val="00040486"/>
    <w:rsid w:val="00040919"/>
    <w:rsid w:val="00040F7F"/>
    <w:rsid w:val="000414B7"/>
    <w:rsid w:val="00041808"/>
    <w:rsid w:val="00041E01"/>
    <w:rsid w:val="00042971"/>
    <w:rsid w:val="0004343E"/>
    <w:rsid w:val="00044B00"/>
    <w:rsid w:val="00044D81"/>
    <w:rsid w:val="00050A88"/>
    <w:rsid w:val="000512C8"/>
    <w:rsid w:val="000514FC"/>
    <w:rsid w:val="0005244F"/>
    <w:rsid w:val="00052A32"/>
    <w:rsid w:val="00054D47"/>
    <w:rsid w:val="00056719"/>
    <w:rsid w:val="000576B0"/>
    <w:rsid w:val="000579F5"/>
    <w:rsid w:val="00060366"/>
    <w:rsid w:val="00062481"/>
    <w:rsid w:val="00062753"/>
    <w:rsid w:val="00063526"/>
    <w:rsid w:val="00064077"/>
    <w:rsid w:val="000660A1"/>
    <w:rsid w:val="00066EC6"/>
    <w:rsid w:val="000705D6"/>
    <w:rsid w:val="00070E90"/>
    <w:rsid w:val="000716BB"/>
    <w:rsid w:val="0007198E"/>
    <w:rsid w:val="0007229F"/>
    <w:rsid w:val="0007280F"/>
    <w:rsid w:val="00072C0D"/>
    <w:rsid w:val="00072C1D"/>
    <w:rsid w:val="0007386A"/>
    <w:rsid w:val="00076808"/>
    <w:rsid w:val="000774DB"/>
    <w:rsid w:val="00077A0D"/>
    <w:rsid w:val="0008059F"/>
    <w:rsid w:val="00080939"/>
    <w:rsid w:val="00080E3B"/>
    <w:rsid w:val="00081F72"/>
    <w:rsid w:val="00082682"/>
    <w:rsid w:val="00083078"/>
    <w:rsid w:val="000830EA"/>
    <w:rsid w:val="0008363F"/>
    <w:rsid w:val="00083B37"/>
    <w:rsid w:val="00085866"/>
    <w:rsid w:val="000866A2"/>
    <w:rsid w:val="000867C7"/>
    <w:rsid w:val="00086B2F"/>
    <w:rsid w:val="0009055F"/>
    <w:rsid w:val="000905EC"/>
    <w:rsid w:val="0009100E"/>
    <w:rsid w:val="000912FD"/>
    <w:rsid w:val="00091AAD"/>
    <w:rsid w:val="00092D6B"/>
    <w:rsid w:val="000948DE"/>
    <w:rsid w:val="00094A88"/>
    <w:rsid w:val="000953DE"/>
    <w:rsid w:val="00095681"/>
    <w:rsid w:val="00095D62"/>
    <w:rsid w:val="0009701C"/>
    <w:rsid w:val="000973BE"/>
    <w:rsid w:val="00097B3A"/>
    <w:rsid w:val="000A08B7"/>
    <w:rsid w:val="000A0F16"/>
    <w:rsid w:val="000A151D"/>
    <w:rsid w:val="000A1D0B"/>
    <w:rsid w:val="000A2103"/>
    <w:rsid w:val="000A2BCC"/>
    <w:rsid w:val="000A2E5E"/>
    <w:rsid w:val="000A34A1"/>
    <w:rsid w:val="000A4727"/>
    <w:rsid w:val="000A475F"/>
    <w:rsid w:val="000B0035"/>
    <w:rsid w:val="000B0325"/>
    <w:rsid w:val="000B08BC"/>
    <w:rsid w:val="000B0C8A"/>
    <w:rsid w:val="000B0CFB"/>
    <w:rsid w:val="000B104A"/>
    <w:rsid w:val="000B149B"/>
    <w:rsid w:val="000B2B27"/>
    <w:rsid w:val="000B4022"/>
    <w:rsid w:val="000B4664"/>
    <w:rsid w:val="000B4F5B"/>
    <w:rsid w:val="000B500F"/>
    <w:rsid w:val="000B699E"/>
    <w:rsid w:val="000B6A39"/>
    <w:rsid w:val="000B6EFA"/>
    <w:rsid w:val="000B7D11"/>
    <w:rsid w:val="000B7E56"/>
    <w:rsid w:val="000C05A6"/>
    <w:rsid w:val="000C097B"/>
    <w:rsid w:val="000C3005"/>
    <w:rsid w:val="000C4045"/>
    <w:rsid w:val="000C5461"/>
    <w:rsid w:val="000C5DA0"/>
    <w:rsid w:val="000C6AA0"/>
    <w:rsid w:val="000C7864"/>
    <w:rsid w:val="000C7ACD"/>
    <w:rsid w:val="000D0B9F"/>
    <w:rsid w:val="000D1109"/>
    <w:rsid w:val="000D35F5"/>
    <w:rsid w:val="000D54EC"/>
    <w:rsid w:val="000D6670"/>
    <w:rsid w:val="000D6B01"/>
    <w:rsid w:val="000D71B6"/>
    <w:rsid w:val="000D7D44"/>
    <w:rsid w:val="000E012C"/>
    <w:rsid w:val="000E1045"/>
    <w:rsid w:val="000E1538"/>
    <w:rsid w:val="000E1AE5"/>
    <w:rsid w:val="000E2B97"/>
    <w:rsid w:val="000E373E"/>
    <w:rsid w:val="000E40EF"/>
    <w:rsid w:val="000E44B9"/>
    <w:rsid w:val="000E46AE"/>
    <w:rsid w:val="000E59E9"/>
    <w:rsid w:val="000E6BF1"/>
    <w:rsid w:val="000E7838"/>
    <w:rsid w:val="000E7CA1"/>
    <w:rsid w:val="000F01E1"/>
    <w:rsid w:val="000F03F4"/>
    <w:rsid w:val="000F0FE6"/>
    <w:rsid w:val="000F19C0"/>
    <w:rsid w:val="000F1AF0"/>
    <w:rsid w:val="000F4303"/>
    <w:rsid w:val="000F454C"/>
    <w:rsid w:val="000F5C04"/>
    <w:rsid w:val="000F5F49"/>
    <w:rsid w:val="000F63C6"/>
    <w:rsid w:val="000F6C71"/>
    <w:rsid w:val="000F7020"/>
    <w:rsid w:val="000F79F1"/>
    <w:rsid w:val="001006B2"/>
    <w:rsid w:val="00100B71"/>
    <w:rsid w:val="0010283D"/>
    <w:rsid w:val="00104295"/>
    <w:rsid w:val="001044B9"/>
    <w:rsid w:val="00104713"/>
    <w:rsid w:val="00104BBC"/>
    <w:rsid w:val="00104DC1"/>
    <w:rsid w:val="001058BE"/>
    <w:rsid w:val="001067B8"/>
    <w:rsid w:val="00107DD1"/>
    <w:rsid w:val="001108F5"/>
    <w:rsid w:val="00110CDC"/>
    <w:rsid w:val="00111399"/>
    <w:rsid w:val="00112884"/>
    <w:rsid w:val="00112FC6"/>
    <w:rsid w:val="00113B8A"/>
    <w:rsid w:val="00116194"/>
    <w:rsid w:val="00116573"/>
    <w:rsid w:val="001206A7"/>
    <w:rsid w:val="00121E91"/>
    <w:rsid w:val="00122A14"/>
    <w:rsid w:val="00123744"/>
    <w:rsid w:val="00123B43"/>
    <w:rsid w:val="00124D8D"/>
    <w:rsid w:val="00125481"/>
    <w:rsid w:val="00125D58"/>
    <w:rsid w:val="00125D84"/>
    <w:rsid w:val="001309D5"/>
    <w:rsid w:val="00133F46"/>
    <w:rsid w:val="00135ECE"/>
    <w:rsid w:val="00136167"/>
    <w:rsid w:val="00136EB2"/>
    <w:rsid w:val="001370B2"/>
    <w:rsid w:val="001408EB"/>
    <w:rsid w:val="00140A6A"/>
    <w:rsid w:val="00142FB8"/>
    <w:rsid w:val="001442B7"/>
    <w:rsid w:val="001449C3"/>
    <w:rsid w:val="00145686"/>
    <w:rsid w:val="001463BA"/>
    <w:rsid w:val="00150467"/>
    <w:rsid w:val="00150E5B"/>
    <w:rsid w:val="00151B5C"/>
    <w:rsid w:val="00152015"/>
    <w:rsid w:val="00153D78"/>
    <w:rsid w:val="001576F4"/>
    <w:rsid w:val="00160FB8"/>
    <w:rsid w:val="00161CFF"/>
    <w:rsid w:val="00162027"/>
    <w:rsid w:val="00162DB3"/>
    <w:rsid w:val="00163CC1"/>
    <w:rsid w:val="00164DEA"/>
    <w:rsid w:val="00165683"/>
    <w:rsid w:val="00166859"/>
    <w:rsid w:val="00166D82"/>
    <w:rsid w:val="00170C10"/>
    <w:rsid w:val="00171731"/>
    <w:rsid w:val="00172508"/>
    <w:rsid w:val="001734A0"/>
    <w:rsid w:val="0017417C"/>
    <w:rsid w:val="001746F9"/>
    <w:rsid w:val="00174710"/>
    <w:rsid w:val="001755B2"/>
    <w:rsid w:val="00176B41"/>
    <w:rsid w:val="0017744E"/>
    <w:rsid w:val="001802EB"/>
    <w:rsid w:val="001805A8"/>
    <w:rsid w:val="0018135C"/>
    <w:rsid w:val="0018167A"/>
    <w:rsid w:val="001817BD"/>
    <w:rsid w:val="001825D2"/>
    <w:rsid w:val="00184448"/>
    <w:rsid w:val="001853EB"/>
    <w:rsid w:val="001854CB"/>
    <w:rsid w:val="00185D4B"/>
    <w:rsid w:val="00187B0A"/>
    <w:rsid w:val="00187EF5"/>
    <w:rsid w:val="001914D8"/>
    <w:rsid w:val="00193245"/>
    <w:rsid w:val="0019465D"/>
    <w:rsid w:val="00194748"/>
    <w:rsid w:val="00194F00"/>
    <w:rsid w:val="001951B5"/>
    <w:rsid w:val="00195665"/>
    <w:rsid w:val="00195A91"/>
    <w:rsid w:val="00196ABD"/>
    <w:rsid w:val="00196B5E"/>
    <w:rsid w:val="00197E3A"/>
    <w:rsid w:val="001A0D28"/>
    <w:rsid w:val="001A0DA0"/>
    <w:rsid w:val="001A1A3B"/>
    <w:rsid w:val="001A1F38"/>
    <w:rsid w:val="001A2738"/>
    <w:rsid w:val="001A2B93"/>
    <w:rsid w:val="001A30E8"/>
    <w:rsid w:val="001A3ABE"/>
    <w:rsid w:val="001A44E6"/>
    <w:rsid w:val="001A4B22"/>
    <w:rsid w:val="001A4DCF"/>
    <w:rsid w:val="001A5F10"/>
    <w:rsid w:val="001B10AB"/>
    <w:rsid w:val="001B2C40"/>
    <w:rsid w:val="001B4C75"/>
    <w:rsid w:val="001B56A9"/>
    <w:rsid w:val="001B5F2A"/>
    <w:rsid w:val="001B6C97"/>
    <w:rsid w:val="001B7B20"/>
    <w:rsid w:val="001B7DD9"/>
    <w:rsid w:val="001C0934"/>
    <w:rsid w:val="001C14EF"/>
    <w:rsid w:val="001C1B53"/>
    <w:rsid w:val="001C2AE9"/>
    <w:rsid w:val="001C3326"/>
    <w:rsid w:val="001C3DCD"/>
    <w:rsid w:val="001C4494"/>
    <w:rsid w:val="001C46DC"/>
    <w:rsid w:val="001C4C19"/>
    <w:rsid w:val="001C604C"/>
    <w:rsid w:val="001C6754"/>
    <w:rsid w:val="001C67A2"/>
    <w:rsid w:val="001C7649"/>
    <w:rsid w:val="001C7D9D"/>
    <w:rsid w:val="001D0656"/>
    <w:rsid w:val="001D0A00"/>
    <w:rsid w:val="001D15A9"/>
    <w:rsid w:val="001D1ED2"/>
    <w:rsid w:val="001D3285"/>
    <w:rsid w:val="001D3B5C"/>
    <w:rsid w:val="001D3BE6"/>
    <w:rsid w:val="001D3D93"/>
    <w:rsid w:val="001D5232"/>
    <w:rsid w:val="001D6A9C"/>
    <w:rsid w:val="001D7CE3"/>
    <w:rsid w:val="001E01E9"/>
    <w:rsid w:val="001E05A4"/>
    <w:rsid w:val="001E1202"/>
    <w:rsid w:val="001E143E"/>
    <w:rsid w:val="001E163D"/>
    <w:rsid w:val="001E1DF1"/>
    <w:rsid w:val="001E28D2"/>
    <w:rsid w:val="001E3EEB"/>
    <w:rsid w:val="001E5285"/>
    <w:rsid w:val="001E644F"/>
    <w:rsid w:val="001F125D"/>
    <w:rsid w:val="001F21CD"/>
    <w:rsid w:val="001F247E"/>
    <w:rsid w:val="001F526B"/>
    <w:rsid w:val="002002A4"/>
    <w:rsid w:val="002008EC"/>
    <w:rsid w:val="0020093A"/>
    <w:rsid w:val="0020114A"/>
    <w:rsid w:val="002011E9"/>
    <w:rsid w:val="00201C0A"/>
    <w:rsid w:val="002024DA"/>
    <w:rsid w:val="00204B40"/>
    <w:rsid w:val="00205569"/>
    <w:rsid w:val="00205A14"/>
    <w:rsid w:val="0020609E"/>
    <w:rsid w:val="0020635C"/>
    <w:rsid w:val="002065DD"/>
    <w:rsid w:val="00206E3C"/>
    <w:rsid w:val="0020766B"/>
    <w:rsid w:val="002077A9"/>
    <w:rsid w:val="00207C58"/>
    <w:rsid w:val="00207DEC"/>
    <w:rsid w:val="002128BA"/>
    <w:rsid w:val="00213CB9"/>
    <w:rsid w:val="00213F5D"/>
    <w:rsid w:val="002140C6"/>
    <w:rsid w:val="00214369"/>
    <w:rsid w:val="002150B3"/>
    <w:rsid w:val="0021659E"/>
    <w:rsid w:val="00217C8D"/>
    <w:rsid w:val="0022012F"/>
    <w:rsid w:val="00221873"/>
    <w:rsid w:val="00222BD2"/>
    <w:rsid w:val="00222BF7"/>
    <w:rsid w:val="0022396E"/>
    <w:rsid w:val="00224E8B"/>
    <w:rsid w:val="00225DE8"/>
    <w:rsid w:val="002262BA"/>
    <w:rsid w:val="002272B1"/>
    <w:rsid w:val="0022774E"/>
    <w:rsid w:val="00227DE1"/>
    <w:rsid w:val="002311AC"/>
    <w:rsid w:val="00232935"/>
    <w:rsid w:val="00232D34"/>
    <w:rsid w:val="00232DEC"/>
    <w:rsid w:val="00233FD9"/>
    <w:rsid w:val="002341FF"/>
    <w:rsid w:val="00234229"/>
    <w:rsid w:val="002343AE"/>
    <w:rsid w:val="0023483B"/>
    <w:rsid w:val="002400E2"/>
    <w:rsid w:val="002404A4"/>
    <w:rsid w:val="00240ECD"/>
    <w:rsid w:val="002425AD"/>
    <w:rsid w:val="00242DFB"/>
    <w:rsid w:val="0024403D"/>
    <w:rsid w:val="0024465F"/>
    <w:rsid w:val="002449C2"/>
    <w:rsid w:val="00244CEB"/>
    <w:rsid w:val="00245FDD"/>
    <w:rsid w:val="002466A5"/>
    <w:rsid w:val="00246AD9"/>
    <w:rsid w:val="00247EB0"/>
    <w:rsid w:val="002525F2"/>
    <w:rsid w:val="002534A4"/>
    <w:rsid w:val="0025358A"/>
    <w:rsid w:val="0025411A"/>
    <w:rsid w:val="0025641F"/>
    <w:rsid w:val="00257386"/>
    <w:rsid w:val="002575CB"/>
    <w:rsid w:val="00257A55"/>
    <w:rsid w:val="0026019C"/>
    <w:rsid w:val="002610FD"/>
    <w:rsid w:val="002629B9"/>
    <w:rsid w:val="00263A07"/>
    <w:rsid w:val="00263B56"/>
    <w:rsid w:val="00264094"/>
    <w:rsid w:val="002649A9"/>
    <w:rsid w:val="00265466"/>
    <w:rsid w:val="00265579"/>
    <w:rsid w:val="002655E5"/>
    <w:rsid w:val="00265B98"/>
    <w:rsid w:val="002668CD"/>
    <w:rsid w:val="00266BDF"/>
    <w:rsid w:val="00266C79"/>
    <w:rsid w:val="00266CB1"/>
    <w:rsid w:val="002675E9"/>
    <w:rsid w:val="00271E5A"/>
    <w:rsid w:val="00273042"/>
    <w:rsid w:val="0027332B"/>
    <w:rsid w:val="0027417A"/>
    <w:rsid w:val="00274570"/>
    <w:rsid w:val="002749E8"/>
    <w:rsid w:val="00274F0A"/>
    <w:rsid w:val="00274F1A"/>
    <w:rsid w:val="0027651E"/>
    <w:rsid w:val="00276561"/>
    <w:rsid w:val="00276678"/>
    <w:rsid w:val="00276BFA"/>
    <w:rsid w:val="002775D1"/>
    <w:rsid w:val="0028103B"/>
    <w:rsid w:val="0028140E"/>
    <w:rsid w:val="002819AF"/>
    <w:rsid w:val="00282086"/>
    <w:rsid w:val="00282145"/>
    <w:rsid w:val="002834B0"/>
    <w:rsid w:val="002842BE"/>
    <w:rsid w:val="00284C70"/>
    <w:rsid w:val="00285499"/>
    <w:rsid w:val="0028626D"/>
    <w:rsid w:val="002867E0"/>
    <w:rsid w:val="00286D1A"/>
    <w:rsid w:val="002874ED"/>
    <w:rsid w:val="00293B18"/>
    <w:rsid w:val="00294428"/>
    <w:rsid w:val="00294A5E"/>
    <w:rsid w:val="00295223"/>
    <w:rsid w:val="002A1B44"/>
    <w:rsid w:val="002A2FB0"/>
    <w:rsid w:val="002A3780"/>
    <w:rsid w:val="002A3799"/>
    <w:rsid w:val="002A3CBB"/>
    <w:rsid w:val="002A424B"/>
    <w:rsid w:val="002A4897"/>
    <w:rsid w:val="002A50E0"/>
    <w:rsid w:val="002A5D06"/>
    <w:rsid w:val="002A5D78"/>
    <w:rsid w:val="002A620E"/>
    <w:rsid w:val="002A659B"/>
    <w:rsid w:val="002A6ACA"/>
    <w:rsid w:val="002A7822"/>
    <w:rsid w:val="002B00E7"/>
    <w:rsid w:val="002B017C"/>
    <w:rsid w:val="002B01C5"/>
    <w:rsid w:val="002B184D"/>
    <w:rsid w:val="002B3238"/>
    <w:rsid w:val="002B3DB2"/>
    <w:rsid w:val="002B42E7"/>
    <w:rsid w:val="002B4B49"/>
    <w:rsid w:val="002B6180"/>
    <w:rsid w:val="002B6A13"/>
    <w:rsid w:val="002C064D"/>
    <w:rsid w:val="002C0CA8"/>
    <w:rsid w:val="002C3F43"/>
    <w:rsid w:val="002C4C29"/>
    <w:rsid w:val="002C5505"/>
    <w:rsid w:val="002C5887"/>
    <w:rsid w:val="002C5DD8"/>
    <w:rsid w:val="002C5F03"/>
    <w:rsid w:val="002D0B51"/>
    <w:rsid w:val="002D26BB"/>
    <w:rsid w:val="002D2960"/>
    <w:rsid w:val="002D2FC0"/>
    <w:rsid w:val="002D347E"/>
    <w:rsid w:val="002D4835"/>
    <w:rsid w:val="002D52D1"/>
    <w:rsid w:val="002D5C7A"/>
    <w:rsid w:val="002D6CF6"/>
    <w:rsid w:val="002E173C"/>
    <w:rsid w:val="002E17D6"/>
    <w:rsid w:val="002E2305"/>
    <w:rsid w:val="002E2337"/>
    <w:rsid w:val="002E347D"/>
    <w:rsid w:val="002E36A8"/>
    <w:rsid w:val="002E79AF"/>
    <w:rsid w:val="002F13AA"/>
    <w:rsid w:val="002F1E3B"/>
    <w:rsid w:val="002F1F59"/>
    <w:rsid w:val="002F2C01"/>
    <w:rsid w:val="002F3070"/>
    <w:rsid w:val="002F4EAC"/>
    <w:rsid w:val="002F4EDB"/>
    <w:rsid w:val="002F5551"/>
    <w:rsid w:val="002F58F6"/>
    <w:rsid w:val="002F60E4"/>
    <w:rsid w:val="002F66FC"/>
    <w:rsid w:val="00300237"/>
    <w:rsid w:val="00300F1A"/>
    <w:rsid w:val="003028E1"/>
    <w:rsid w:val="00302A02"/>
    <w:rsid w:val="00303F31"/>
    <w:rsid w:val="003045B2"/>
    <w:rsid w:val="00304A15"/>
    <w:rsid w:val="00304FE1"/>
    <w:rsid w:val="00305068"/>
    <w:rsid w:val="0030545B"/>
    <w:rsid w:val="003063F1"/>
    <w:rsid w:val="00310B81"/>
    <w:rsid w:val="00310CB4"/>
    <w:rsid w:val="003110A5"/>
    <w:rsid w:val="00311433"/>
    <w:rsid w:val="003125D9"/>
    <w:rsid w:val="003137F2"/>
    <w:rsid w:val="00313E5E"/>
    <w:rsid w:val="003143D0"/>
    <w:rsid w:val="00314E0F"/>
    <w:rsid w:val="00316A71"/>
    <w:rsid w:val="003172A5"/>
    <w:rsid w:val="00317CD9"/>
    <w:rsid w:val="00317D97"/>
    <w:rsid w:val="0032003D"/>
    <w:rsid w:val="00320120"/>
    <w:rsid w:val="0032082A"/>
    <w:rsid w:val="00321E09"/>
    <w:rsid w:val="00322727"/>
    <w:rsid w:val="00326C2B"/>
    <w:rsid w:val="00326C38"/>
    <w:rsid w:val="00327083"/>
    <w:rsid w:val="003305DC"/>
    <w:rsid w:val="00330D4B"/>
    <w:rsid w:val="00332155"/>
    <w:rsid w:val="0033217A"/>
    <w:rsid w:val="003337A1"/>
    <w:rsid w:val="0033427D"/>
    <w:rsid w:val="0033436C"/>
    <w:rsid w:val="00336464"/>
    <w:rsid w:val="00336610"/>
    <w:rsid w:val="00336714"/>
    <w:rsid w:val="00336A76"/>
    <w:rsid w:val="00340352"/>
    <w:rsid w:val="00340368"/>
    <w:rsid w:val="00340B78"/>
    <w:rsid w:val="00341927"/>
    <w:rsid w:val="00342128"/>
    <w:rsid w:val="0034222F"/>
    <w:rsid w:val="0034266B"/>
    <w:rsid w:val="00342B1A"/>
    <w:rsid w:val="003432A8"/>
    <w:rsid w:val="003436F0"/>
    <w:rsid w:val="00343A1E"/>
    <w:rsid w:val="003454F1"/>
    <w:rsid w:val="00345BE0"/>
    <w:rsid w:val="00345C89"/>
    <w:rsid w:val="00346084"/>
    <w:rsid w:val="00346144"/>
    <w:rsid w:val="00346BD1"/>
    <w:rsid w:val="00346F72"/>
    <w:rsid w:val="003470AE"/>
    <w:rsid w:val="003502B5"/>
    <w:rsid w:val="00350ACB"/>
    <w:rsid w:val="0035127F"/>
    <w:rsid w:val="003547E4"/>
    <w:rsid w:val="0035522F"/>
    <w:rsid w:val="0035695A"/>
    <w:rsid w:val="00357B32"/>
    <w:rsid w:val="00360553"/>
    <w:rsid w:val="0036129C"/>
    <w:rsid w:val="00361B4F"/>
    <w:rsid w:val="003620DE"/>
    <w:rsid w:val="00362B67"/>
    <w:rsid w:val="0036433A"/>
    <w:rsid w:val="00364A07"/>
    <w:rsid w:val="00364AC1"/>
    <w:rsid w:val="00365884"/>
    <w:rsid w:val="00366566"/>
    <w:rsid w:val="00366568"/>
    <w:rsid w:val="00366F1A"/>
    <w:rsid w:val="00367C87"/>
    <w:rsid w:val="00370D5D"/>
    <w:rsid w:val="00371988"/>
    <w:rsid w:val="003725F6"/>
    <w:rsid w:val="003752DC"/>
    <w:rsid w:val="003756E9"/>
    <w:rsid w:val="00375942"/>
    <w:rsid w:val="003771EB"/>
    <w:rsid w:val="00380528"/>
    <w:rsid w:val="00382A21"/>
    <w:rsid w:val="00383AEC"/>
    <w:rsid w:val="00384BBE"/>
    <w:rsid w:val="00384CB6"/>
    <w:rsid w:val="0038547E"/>
    <w:rsid w:val="003870AB"/>
    <w:rsid w:val="00387699"/>
    <w:rsid w:val="00387E29"/>
    <w:rsid w:val="00390276"/>
    <w:rsid w:val="00390984"/>
    <w:rsid w:val="00390C37"/>
    <w:rsid w:val="0039103C"/>
    <w:rsid w:val="00394299"/>
    <w:rsid w:val="00394353"/>
    <w:rsid w:val="003945B5"/>
    <w:rsid w:val="00394C0B"/>
    <w:rsid w:val="00396182"/>
    <w:rsid w:val="003A0198"/>
    <w:rsid w:val="003A17B9"/>
    <w:rsid w:val="003A206F"/>
    <w:rsid w:val="003A3026"/>
    <w:rsid w:val="003A423D"/>
    <w:rsid w:val="003A59A6"/>
    <w:rsid w:val="003A5F02"/>
    <w:rsid w:val="003A5F1D"/>
    <w:rsid w:val="003A7419"/>
    <w:rsid w:val="003B0423"/>
    <w:rsid w:val="003B179A"/>
    <w:rsid w:val="003B18DD"/>
    <w:rsid w:val="003B2D50"/>
    <w:rsid w:val="003B497C"/>
    <w:rsid w:val="003B6299"/>
    <w:rsid w:val="003B75CE"/>
    <w:rsid w:val="003C0262"/>
    <w:rsid w:val="003C096A"/>
    <w:rsid w:val="003C12DF"/>
    <w:rsid w:val="003C2F1F"/>
    <w:rsid w:val="003C31C8"/>
    <w:rsid w:val="003C36DF"/>
    <w:rsid w:val="003C4683"/>
    <w:rsid w:val="003C5939"/>
    <w:rsid w:val="003C6411"/>
    <w:rsid w:val="003C763D"/>
    <w:rsid w:val="003D01FC"/>
    <w:rsid w:val="003D1C72"/>
    <w:rsid w:val="003D2B67"/>
    <w:rsid w:val="003D3242"/>
    <w:rsid w:val="003D36D7"/>
    <w:rsid w:val="003D6F28"/>
    <w:rsid w:val="003D754E"/>
    <w:rsid w:val="003D7CD2"/>
    <w:rsid w:val="003E04AE"/>
    <w:rsid w:val="003E165E"/>
    <w:rsid w:val="003E1F6C"/>
    <w:rsid w:val="003E3327"/>
    <w:rsid w:val="003E3B5F"/>
    <w:rsid w:val="003E4515"/>
    <w:rsid w:val="003E4C6B"/>
    <w:rsid w:val="003E6203"/>
    <w:rsid w:val="003E64A9"/>
    <w:rsid w:val="003E699F"/>
    <w:rsid w:val="003E6DDE"/>
    <w:rsid w:val="003F013B"/>
    <w:rsid w:val="003F07E0"/>
    <w:rsid w:val="003F1A8F"/>
    <w:rsid w:val="003F1E6E"/>
    <w:rsid w:val="003F2FD7"/>
    <w:rsid w:val="003F444E"/>
    <w:rsid w:val="003F51A6"/>
    <w:rsid w:val="003F5971"/>
    <w:rsid w:val="003F5D1E"/>
    <w:rsid w:val="003F5E37"/>
    <w:rsid w:val="003F631C"/>
    <w:rsid w:val="003F7BB5"/>
    <w:rsid w:val="00400263"/>
    <w:rsid w:val="0040171C"/>
    <w:rsid w:val="00405234"/>
    <w:rsid w:val="00407590"/>
    <w:rsid w:val="0041179D"/>
    <w:rsid w:val="0041214B"/>
    <w:rsid w:val="004124F3"/>
    <w:rsid w:val="0041309B"/>
    <w:rsid w:val="004133CF"/>
    <w:rsid w:val="00413666"/>
    <w:rsid w:val="00415E9B"/>
    <w:rsid w:val="00420A75"/>
    <w:rsid w:val="00420CDE"/>
    <w:rsid w:val="004235C6"/>
    <w:rsid w:val="00423A36"/>
    <w:rsid w:val="00423D0C"/>
    <w:rsid w:val="00425F35"/>
    <w:rsid w:val="004275EE"/>
    <w:rsid w:val="00430015"/>
    <w:rsid w:val="00430BF0"/>
    <w:rsid w:val="00432842"/>
    <w:rsid w:val="004329B6"/>
    <w:rsid w:val="00432A3A"/>
    <w:rsid w:val="004334B2"/>
    <w:rsid w:val="00434D59"/>
    <w:rsid w:val="004354AD"/>
    <w:rsid w:val="00435886"/>
    <w:rsid w:val="00435AD8"/>
    <w:rsid w:val="0043715C"/>
    <w:rsid w:val="004373B6"/>
    <w:rsid w:val="004377D8"/>
    <w:rsid w:val="0044168D"/>
    <w:rsid w:val="0044343E"/>
    <w:rsid w:val="00444C58"/>
    <w:rsid w:val="004453A1"/>
    <w:rsid w:val="004456A6"/>
    <w:rsid w:val="00446346"/>
    <w:rsid w:val="004463A5"/>
    <w:rsid w:val="004465C6"/>
    <w:rsid w:val="00446973"/>
    <w:rsid w:val="004500CC"/>
    <w:rsid w:val="004505C4"/>
    <w:rsid w:val="00451192"/>
    <w:rsid w:val="004514A7"/>
    <w:rsid w:val="0045183A"/>
    <w:rsid w:val="0045224F"/>
    <w:rsid w:val="00452650"/>
    <w:rsid w:val="00452846"/>
    <w:rsid w:val="00452F0F"/>
    <w:rsid w:val="004541D0"/>
    <w:rsid w:val="00456E21"/>
    <w:rsid w:val="004615ED"/>
    <w:rsid w:val="004632B2"/>
    <w:rsid w:val="00463F0A"/>
    <w:rsid w:val="004646CF"/>
    <w:rsid w:val="00466FA4"/>
    <w:rsid w:val="00467FD0"/>
    <w:rsid w:val="00470C2C"/>
    <w:rsid w:val="00471301"/>
    <w:rsid w:val="00471FEF"/>
    <w:rsid w:val="0047280F"/>
    <w:rsid w:val="00473215"/>
    <w:rsid w:val="004734F3"/>
    <w:rsid w:val="004743A4"/>
    <w:rsid w:val="00474A4C"/>
    <w:rsid w:val="00476151"/>
    <w:rsid w:val="0048010F"/>
    <w:rsid w:val="00480525"/>
    <w:rsid w:val="00481791"/>
    <w:rsid w:val="00482D4A"/>
    <w:rsid w:val="00482EEB"/>
    <w:rsid w:val="00484271"/>
    <w:rsid w:val="00484B5F"/>
    <w:rsid w:val="00485138"/>
    <w:rsid w:val="00486235"/>
    <w:rsid w:val="004866E6"/>
    <w:rsid w:val="00486B46"/>
    <w:rsid w:val="00486FFC"/>
    <w:rsid w:val="0049007F"/>
    <w:rsid w:val="00490504"/>
    <w:rsid w:val="00490D8F"/>
    <w:rsid w:val="00492B44"/>
    <w:rsid w:val="00492D6B"/>
    <w:rsid w:val="0049459F"/>
    <w:rsid w:val="004949D8"/>
    <w:rsid w:val="00494B3A"/>
    <w:rsid w:val="00494BF4"/>
    <w:rsid w:val="00494F78"/>
    <w:rsid w:val="004958D2"/>
    <w:rsid w:val="004966AC"/>
    <w:rsid w:val="0049672D"/>
    <w:rsid w:val="004A083B"/>
    <w:rsid w:val="004A10C8"/>
    <w:rsid w:val="004A25C5"/>
    <w:rsid w:val="004A3113"/>
    <w:rsid w:val="004A4E97"/>
    <w:rsid w:val="004A6478"/>
    <w:rsid w:val="004A66D5"/>
    <w:rsid w:val="004A794D"/>
    <w:rsid w:val="004A7FFE"/>
    <w:rsid w:val="004B0919"/>
    <w:rsid w:val="004B0A1F"/>
    <w:rsid w:val="004B0B05"/>
    <w:rsid w:val="004B17DE"/>
    <w:rsid w:val="004B27F8"/>
    <w:rsid w:val="004B2B0C"/>
    <w:rsid w:val="004B310D"/>
    <w:rsid w:val="004B3A6B"/>
    <w:rsid w:val="004B4800"/>
    <w:rsid w:val="004C046B"/>
    <w:rsid w:val="004C155D"/>
    <w:rsid w:val="004C1588"/>
    <w:rsid w:val="004C16F1"/>
    <w:rsid w:val="004C1FC5"/>
    <w:rsid w:val="004C1FC6"/>
    <w:rsid w:val="004C223D"/>
    <w:rsid w:val="004C2870"/>
    <w:rsid w:val="004C2D84"/>
    <w:rsid w:val="004C3FF8"/>
    <w:rsid w:val="004C4039"/>
    <w:rsid w:val="004C446C"/>
    <w:rsid w:val="004C44F7"/>
    <w:rsid w:val="004C4818"/>
    <w:rsid w:val="004C52C6"/>
    <w:rsid w:val="004C54A4"/>
    <w:rsid w:val="004C569B"/>
    <w:rsid w:val="004C62F3"/>
    <w:rsid w:val="004C65BE"/>
    <w:rsid w:val="004C7D15"/>
    <w:rsid w:val="004D0C2B"/>
    <w:rsid w:val="004D0F38"/>
    <w:rsid w:val="004D2B2D"/>
    <w:rsid w:val="004D3132"/>
    <w:rsid w:val="004D5A9C"/>
    <w:rsid w:val="004D6749"/>
    <w:rsid w:val="004D7545"/>
    <w:rsid w:val="004D7B6F"/>
    <w:rsid w:val="004E0C51"/>
    <w:rsid w:val="004E0D96"/>
    <w:rsid w:val="004E1FA5"/>
    <w:rsid w:val="004E25C5"/>
    <w:rsid w:val="004E2C76"/>
    <w:rsid w:val="004E3E09"/>
    <w:rsid w:val="004E3E22"/>
    <w:rsid w:val="004E3E93"/>
    <w:rsid w:val="004E4EC5"/>
    <w:rsid w:val="004E78FA"/>
    <w:rsid w:val="004E7EC5"/>
    <w:rsid w:val="004F423E"/>
    <w:rsid w:val="004F47B8"/>
    <w:rsid w:val="004F610E"/>
    <w:rsid w:val="004F6942"/>
    <w:rsid w:val="004F6AAC"/>
    <w:rsid w:val="004F771E"/>
    <w:rsid w:val="00501039"/>
    <w:rsid w:val="00501F3A"/>
    <w:rsid w:val="005020F7"/>
    <w:rsid w:val="00504A4B"/>
    <w:rsid w:val="00507641"/>
    <w:rsid w:val="00507EE2"/>
    <w:rsid w:val="00510C70"/>
    <w:rsid w:val="005126ED"/>
    <w:rsid w:val="00512994"/>
    <w:rsid w:val="00512C7E"/>
    <w:rsid w:val="0051529C"/>
    <w:rsid w:val="005159D8"/>
    <w:rsid w:val="0051656C"/>
    <w:rsid w:val="00516980"/>
    <w:rsid w:val="005179F1"/>
    <w:rsid w:val="005205CA"/>
    <w:rsid w:val="0052301D"/>
    <w:rsid w:val="00524714"/>
    <w:rsid w:val="005256C1"/>
    <w:rsid w:val="005259C6"/>
    <w:rsid w:val="00525F73"/>
    <w:rsid w:val="00525FD6"/>
    <w:rsid w:val="00527F0A"/>
    <w:rsid w:val="005300FA"/>
    <w:rsid w:val="005317E7"/>
    <w:rsid w:val="0053207F"/>
    <w:rsid w:val="00534FC7"/>
    <w:rsid w:val="00537878"/>
    <w:rsid w:val="00537DED"/>
    <w:rsid w:val="00537EA8"/>
    <w:rsid w:val="00540CF2"/>
    <w:rsid w:val="00541658"/>
    <w:rsid w:val="00541D71"/>
    <w:rsid w:val="005428F8"/>
    <w:rsid w:val="00542929"/>
    <w:rsid w:val="00543665"/>
    <w:rsid w:val="00543F33"/>
    <w:rsid w:val="00544AD7"/>
    <w:rsid w:val="0054552F"/>
    <w:rsid w:val="00545724"/>
    <w:rsid w:val="00545845"/>
    <w:rsid w:val="00545E23"/>
    <w:rsid w:val="00545F69"/>
    <w:rsid w:val="00546659"/>
    <w:rsid w:val="00546FA4"/>
    <w:rsid w:val="00547002"/>
    <w:rsid w:val="005502BB"/>
    <w:rsid w:val="005526EE"/>
    <w:rsid w:val="00552889"/>
    <w:rsid w:val="00552983"/>
    <w:rsid w:val="00553E17"/>
    <w:rsid w:val="00556277"/>
    <w:rsid w:val="00556430"/>
    <w:rsid w:val="00556825"/>
    <w:rsid w:val="005570CD"/>
    <w:rsid w:val="00557C5A"/>
    <w:rsid w:val="005602F4"/>
    <w:rsid w:val="0056121F"/>
    <w:rsid w:val="00562E3F"/>
    <w:rsid w:val="00563C1C"/>
    <w:rsid w:val="00565783"/>
    <w:rsid w:val="00565DE6"/>
    <w:rsid w:val="00566D11"/>
    <w:rsid w:val="005672D5"/>
    <w:rsid w:val="0057008D"/>
    <w:rsid w:val="00570971"/>
    <w:rsid w:val="00570C50"/>
    <w:rsid w:val="00571595"/>
    <w:rsid w:val="0057357E"/>
    <w:rsid w:val="00574273"/>
    <w:rsid w:val="00577CC0"/>
    <w:rsid w:val="005807F2"/>
    <w:rsid w:val="00582876"/>
    <w:rsid w:val="00582B5C"/>
    <w:rsid w:val="00582EA6"/>
    <w:rsid w:val="00582ECF"/>
    <w:rsid w:val="0058424A"/>
    <w:rsid w:val="005843C0"/>
    <w:rsid w:val="005861EB"/>
    <w:rsid w:val="005862F0"/>
    <w:rsid w:val="005863FC"/>
    <w:rsid w:val="0058670C"/>
    <w:rsid w:val="00587B4E"/>
    <w:rsid w:val="0059186D"/>
    <w:rsid w:val="00591A26"/>
    <w:rsid w:val="00591E56"/>
    <w:rsid w:val="0059251B"/>
    <w:rsid w:val="005926ED"/>
    <w:rsid w:val="0059310D"/>
    <w:rsid w:val="0059389B"/>
    <w:rsid w:val="0059426F"/>
    <w:rsid w:val="00594CE0"/>
    <w:rsid w:val="005958CA"/>
    <w:rsid w:val="00595B88"/>
    <w:rsid w:val="00595EBF"/>
    <w:rsid w:val="005973C8"/>
    <w:rsid w:val="00597712"/>
    <w:rsid w:val="005A0337"/>
    <w:rsid w:val="005A0DF4"/>
    <w:rsid w:val="005A0FDD"/>
    <w:rsid w:val="005A12ED"/>
    <w:rsid w:val="005A1836"/>
    <w:rsid w:val="005A1A96"/>
    <w:rsid w:val="005A1FDD"/>
    <w:rsid w:val="005A26A5"/>
    <w:rsid w:val="005A35A2"/>
    <w:rsid w:val="005A3941"/>
    <w:rsid w:val="005A3B49"/>
    <w:rsid w:val="005A4A75"/>
    <w:rsid w:val="005A53DB"/>
    <w:rsid w:val="005A5E21"/>
    <w:rsid w:val="005A6811"/>
    <w:rsid w:val="005B0049"/>
    <w:rsid w:val="005B0DA1"/>
    <w:rsid w:val="005B13AE"/>
    <w:rsid w:val="005B18AF"/>
    <w:rsid w:val="005B1FE9"/>
    <w:rsid w:val="005B2E11"/>
    <w:rsid w:val="005B4D40"/>
    <w:rsid w:val="005B564B"/>
    <w:rsid w:val="005B56BE"/>
    <w:rsid w:val="005B5CC0"/>
    <w:rsid w:val="005B6CCB"/>
    <w:rsid w:val="005B6F93"/>
    <w:rsid w:val="005B757E"/>
    <w:rsid w:val="005B79C0"/>
    <w:rsid w:val="005C0B66"/>
    <w:rsid w:val="005C1180"/>
    <w:rsid w:val="005C2321"/>
    <w:rsid w:val="005C25EC"/>
    <w:rsid w:val="005C396D"/>
    <w:rsid w:val="005C3BE7"/>
    <w:rsid w:val="005C558B"/>
    <w:rsid w:val="005C5E32"/>
    <w:rsid w:val="005C6A1B"/>
    <w:rsid w:val="005C6CB9"/>
    <w:rsid w:val="005C6E80"/>
    <w:rsid w:val="005C7110"/>
    <w:rsid w:val="005C755B"/>
    <w:rsid w:val="005C7E40"/>
    <w:rsid w:val="005D25A9"/>
    <w:rsid w:val="005D42EB"/>
    <w:rsid w:val="005D4502"/>
    <w:rsid w:val="005D4CC5"/>
    <w:rsid w:val="005D4FE7"/>
    <w:rsid w:val="005D4FF8"/>
    <w:rsid w:val="005D613B"/>
    <w:rsid w:val="005D6613"/>
    <w:rsid w:val="005D70DB"/>
    <w:rsid w:val="005D79DD"/>
    <w:rsid w:val="005E05DD"/>
    <w:rsid w:val="005E0A58"/>
    <w:rsid w:val="005E0B32"/>
    <w:rsid w:val="005E34AD"/>
    <w:rsid w:val="005E3FB7"/>
    <w:rsid w:val="005E4115"/>
    <w:rsid w:val="005E4C19"/>
    <w:rsid w:val="005E5201"/>
    <w:rsid w:val="005E5421"/>
    <w:rsid w:val="005E5A4C"/>
    <w:rsid w:val="005E6EE7"/>
    <w:rsid w:val="005F0683"/>
    <w:rsid w:val="005F0C53"/>
    <w:rsid w:val="005F247E"/>
    <w:rsid w:val="005F2E3C"/>
    <w:rsid w:val="005F2F56"/>
    <w:rsid w:val="005F318C"/>
    <w:rsid w:val="005F3AB7"/>
    <w:rsid w:val="005F3D14"/>
    <w:rsid w:val="005F3DDD"/>
    <w:rsid w:val="005F45C7"/>
    <w:rsid w:val="005F4E04"/>
    <w:rsid w:val="005F54E8"/>
    <w:rsid w:val="005F5984"/>
    <w:rsid w:val="005F5FF4"/>
    <w:rsid w:val="005F6024"/>
    <w:rsid w:val="005F6BDC"/>
    <w:rsid w:val="005F724F"/>
    <w:rsid w:val="00600672"/>
    <w:rsid w:val="0060081B"/>
    <w:rsid w:val="00601241"/>
    <w:rsid w:val="00601D0B"/>
    <w:rsid w:val="00602512"/>
    <w:rsid w:val="006026B2"/>
    <w:rsid w:val="006034A2"/>
    <w:rsid w:val="00603535"/>
    <w:rsid w:val="006037C6"/>
    <w:rsid w:val="00605FD2"/>
    <w:rsid w:val="006067C3"/>
    <w:rsid w:val="00610EDE"/>
    <w:rsid w:val="00611A8D"/>
    <w:rsid w:val="00611E69"/>
    <w:rsid w:val="0061230F"/>
    <w:rsid w:val="00612A91"/>
    <w:rsid w:val="006137B7"/>
    <w:rsid w:val="006143E7"/>
    <w:rsid w:val="006145FD"/>
    <w:rsid w:val="006146C6"/>
    <w:rsid w:val="0061549F"/>
    <w:rsid w:val="006156CE"/>
    <w:rsid w:val="00615FA1"/>
    <w:rsid w:val="006175EC"/>
    <w:rsid w:val="006207D6"/>
    <w:rsid w:val="006211BE"/>
    <w:rsid w:val="00621431"/>
    <w:rsid w:val="00622882"/>
    <w:rsid w:val="00624E04"/>
    <w:rsid w:val="006302A2"/>
    <w:rsid w:val="00630DE6"/>
    <w:rsid w:val="00631586"/>
    <w:rsid w:val="006325DF"/>
    <w:rsid w:val="00633D53"/>
    <w:rsid w:val="00633D93"/>
    <w:rsid w:val="00635CFF"/>
    <w:rsid w:val="006363DE"/>
    <w:rsid w:val="0063715E"/>
    <w:rsid w:val="00640209"/>
    <w:rsid w:val="00640600"/>
    <w:rsid w:val="006409FE"/>
    <w:rsid w:val="00641422"/>
    <w:rsid w:val="006414D1"/>
    <w:rsid w:val="0064196C"/>
    <w:rsid w:val="00641D48"/>
    <w:rsid w:val="006420C5"/>
    <w:rsid w:val="0064359D"/>
    <w:rsid w:val="0064379B"/>
    <w:rsid w:val="00643E55"/>
    <w:rsid w:val="00644550"/>
    <w:rsid w:val="006446D9"/>
    <w:rsid w:val="00645313"/>
    <w:rsid w:val="00645B5A"/>
    <w:rsid w:val="00645C77"/>
    <w:rsid w:val="006467B2"/>
    <w:rsid w:val="00646A23"/>
    <w:rsid w:val="0065019E"/>
    <w:rsid w:val="00650EC4"/>
    <w:rsid w:val="00650F20"/>
    <w:rsid w:val="006516BD"/>
    <w:rsid w:val="006517A7"/>
    <w:rsid w:val="00651D16"/>
    <w:rsid w:val="0065292A"/>
    <w:rsid w:val="0065334F"/>
    <w:rsid w:val="00653458"/>
    <w:rsid w:val="00653716"/>
    <w:rsid w:val="0065486D"/>
    <w:rsid w:val="00654C49"/>
    <w:rsid w:val="00655E8E"/>
    <w:rsid w:val="00660B18"/>
    <w:rsid w:val="00660B91"/>
    <w:rsid w:val="00660D27"/>
    <w:rsid w:val="00661558"/>
    <w:rsid w:val="00661D33"/>
    <w:rsid w:val="00662B12"/>
    <w:rsid w:val="00662FDC"/>
    <w:rsid w:val="00663515"/>
    <w:rsid w:val="006642CC"/>
    <w:rsid w:val="006643DE"/>
    <w:rsid w:val="006651CE"/>
    <w:rsid w:val="00665AE4"/>
    <w:rsid w:val="006704EA"/>
    <w:rsid w:val="006721BB"/>
    <w:rsid w:val="00673411"/>
    <w:rsid w:val="00673A9D"/>
    <w:rsid w:val="00673F55"/>
    <w:rsid w:val="00674230"/>
    <w:rsid w:val="00674AB1"/>
    <w:rsid w:val="00676B78"/>
    <w:rsid w:val="00681E3B"/>
    <w:rsid w:val="006843A3"/>
    <w:rsid w:val="0068499E"/>
    <w:rsid w:val="00686376"/>
    <w:rsid w:val="006866CE"/>
    <w:rsid w:val="00686CA0"/>
    <w:rsid w:val="00687300"/>
    <w:rsid w:val="00687F73"/>
    <w:rsid w:val="00690036"/>
    <w:rsid w:val="006922AD"/>
    <w:rsid w:val="006931C5"/>
    <w:rsid w:val="00695C1E"/>
    <w:rsid w:val="006966EA"/>
    <w:rsid w:val="006969F9"/>
    <w:rsid w:val="00697B62"/>
    <w:rsid w:val="006A0780"/>
    <w:rsid w:val="006A1F9B"/>
    <w:rsid w:val="006A2142"/>
    <w:rsid w:val="006A27FE"/>
    <w:rsid w:val="006A2FA3"/>
    <w:rsid w:val="006A5E24"/>
    <w:rsid w:val="006A66EE"/>
    <w:rsid w:val="006B0D6D"/>
    <w:rsid w:val="006B114D"/>
    <w:rsid w:val="006B2BA4"/>
    <w:rsid w:val="006B4777"/>
    <w:rsid w:val="006B58EC"/>
    <w:rsid w:val="006B5BB0"/>
    <w:rsid w:val="006B7300"/>
    <w:rsid w:val="006B7819"/>
    <w:rsid w:val="006B78E6"/>
    <w:rsid w:val="006C014F"/>
    <w:rsid w:val="006C027C"/>
    <w:rsid w:val="006C26D6"/>
    <w:rsid w:val="006C3107"/>
    <w:rsid w:val="006C361B"/>
    <w:rsid w:val="006C3672"/>
    <w:rsid w:val="006C46CF"/>
    <w:rsid w:val="006C5A8A"/>
    <w:rsid w:val="006C6485"/>
    <w:rsid w:val="006C6544"/>
    <w:rsid w:val="006C6609"/>
    <w:rsid w:val="006C6694"/>
    <w:rsid w:val="006C764C"/>
    <w:rsid w:val="006D01A9"/>
    <w:rsid w:val="006D17E5"/>
    <w:rsid w:val="006D2200"/>
    <w:rsid w:val="006D41BA"/>
    <w:rsid w:val="006D4B14"/>
    <w:rsid w:val="006D7E8F"/>
    <w:rsid w:val="006E1072"/>
    <w:rsid w:val="006E25A0"/>
    <w:rsid w:val="006E26D1"/>
    <w:rsid w:val="006E2835"/>
    <w:rsid w:val="006E28E4"/>
    <w:rsid w:val="006E339D"/>
    <w:rsid w:val="006E413A"/>
    <w:rsid w:val="006E61D4"/>
    <w:rsid w:val="006E6B26"/>
    <w:rsid w:val="006E73E7"/>
    <w:rsid w:val="006F0270"/>
    <w:rsid w:val="006F0922"/>
    <w:rsid w:val="006F17F7"/>
    <w:rsid w:val="006F2093"/>
    <w:rsid w:val="006F2A6D"/>
    <w:rsid w:val="006F2C90"/>
    <w:rsid w:val="006F36BE"/>
    <w:rsid w:val="006F43AE"/>
    <w:rsid w:val="006F46D2"/>
    <w:rsid w:val="006F4895"/>
    <w:rsid w:val="006F6703"/>
    <w:rsid w:val="006F7464"/>
    <w:rsid w:val="00700F46"/>
    <w:rsid w:val="007017E3"/>
    <w:rsid w:val="007018BF"/>
    <w:rsid w:val="00702C5F"/>
    <w:rsid w:val="00702E4C"/>
    <w:rsid w:val="00702EEC"/>
    <w:rsid w:val="00703297"/>
    <w:rsid w:val="00703727"/>
    <w:rsid w:val="00704945"/>
    <w:rsid w:val="00705974"/>
    <w:rsid w:val="007059CD"/>
    <w:rsid w:val="00705D3B"/>
    <w:rsid w:val="00705F81"/>
    <w:rsid w:val="007067CF"/>
    <w:rsid w:val="0070690A"/>
    <w:rsid w:val="00706AFF"/>
    <w:rsid w:val="007108B1"/>
    <w:rsid w:val="00710BDF"/>
    <w:rsid w:val="00711596"/>
    <w:rsid w:val="00713A41"/>
    <w:rsid w:val="007143D9"/>
    <w:rsid w:val="00714C10"/>
    <w:rsid w:val="0071565A"/>
    <w:rsid w:val="007178A4"/>
    <w:rsid w:val="00717B7F"/>
    <w:rsid w:val="00717E08"/>
    <w:rsid w:val="007212D3"/>
    <w:rsid w:val="00721812"/>
    <w:rsid w:val="00721875"/>
    <w:rsid w:val="00721939"/>
    <w:rsid w:val="0072253A"/>
    <w:rsid w:val="0072392F"/>
    <w:rsid w:val="00724708"/>
    <w:rsid w:val="00724CF9"/>
    <w:rsid w:val="007273F2"/>
    <w:rsid w:val="007278BE"/>
    <w:rsid w:val="007311AF"/>
    <w:rsid w:val="007327B6"/>
    <w:rsid w:val="00733999"/>
    <w:rsid w:val="00733ACF"/>
    <w:rsid w:val="00733AE7"/>
    <w:rsid w:val="007351E0"/>
    <w:rsid w:val="00735CBB"/>
    <w:rsid w:val="00735F50"/>
    <w:rsid w:val="007364DF"/>
    <w:rsid w:val="00736986"/>
    <w:rsid w:val="007400B1"/>
    <w:rsid w:val="007403F4"/>
    <w:rsid w:val="00741885"/>
    <w:rsid w:val="007424AB"/>
    <w:rsid w:val="007425F7"/>
    <w:rsid w:val="00746584"/>
    <w:rsid w:val="0074682A"/>
    <w:rsid w:val="00750634"/>
    <w:rsid w:val="007506B0"/>
    <w:rsid w:val="007525C0"/>
    <w:rsid w:val="00752B16"/>
    <w:rsid w:val="007544D7"/>
    <w:rsid w:val="00760477"/>
    <w:rsid w:val="00760FD2"/>
    <w:rsid w:val="007616D2"/>
    <w:rsid w:val="00762737"/>
    <w:rsid w:val="007629C4"/>
    <w:rsid w:val="00762EB2"/>
    <w:rsid w:val="0076315E"/>
    <w:rsid w:val="007635C1"/>
    <w:rsid w:val="0076360E"/>
    <w:rsid w:val="00763725"/>
    <w:rsid w:val="007639B1"/>
    <w:rsid w:val="00766AA3"/>
    <w:rsid w:val="007672C1"/>
    <w:rsid w:val="0077027B"/>
    <w:rsid w:val="007710DA"/>
    <w:rsid w:val="00772A4E"/>
    <w:rsid w:val="00773238"/>
    <w:rsid w:val="00773748"/>
    <w:rsid w:val="00774F8B"/>
    <w:rsid w:val="007754A6"/>
    <w:rsid w:val="00776A58"/>
    <w:rsid w:val="00776B40"/>
    <w:rsid w:val="00777325"/>
    <w:rsid w:val="007802A5"/>
    <w:rsid w:val="00780325"/>
    <w:rsid w:val="00781D5F"/>
    <w:rsid w:val="00783E0E"/>
    <w:rsid w:val="00784E03"/>
    <w:rsid w:val="00785AE5"/>
    <w:rsid w:val="00785E55"/>
    <w:rsid w:val="00786A42"/>
    <w:rsid w:val="00786C29"/>
    <w:rsid w:val="007876F9"/>
    <w:rsid w:val="00787A20"/>
    <w:rsid w:val="007903E0"/>
    <w:rsid w:val="00790D71"/>
    <w:rsid w:val="00790DB3"/>
    <w:rsid w:val="007915D0"/>
    <w:rsid w:val="00792048"/>
    <w:rsid w:val="00792C94"/>
    <w:rsid w:val="00792E1F"/>
    <w:rsid w:val="007930E6"/>
    <w:rsid w:val="00793217"/>
    <w:rsid w:val="00793B76"/>
    <w:rsid w:val="00794CA2"/>
    <w:rsid w:val="00795B8E"/>
    <w:rsid w:val="00797CAF"/>
    <w:rsid w:val="00797DFC"/>
    <w:rsid w:val="007A0D97"/>
    <w:rsid w:val="007A1784"/>
    <w:rsid w:val="007A1A1B"/>
    <w:rsid w:val="007A25A8"/>
    <w:rsid w:val="007A3072"/>
    <w:rsid w:val="007A3F42"/>
    <w:rsid w:val="007A432A"/>
    <w:rsid w:val="007A4B25"/>
    <w:rsid w:val="007A50D3"/>
    <w:rsid w:val="007A5F09"/>
    <w:rsid w:val="007A63CC"/>
    <w:rsid w:val="007A6A8A"/>
    <w:rsid w:val="007A768F"/>
    <w:rsid w:val="007A7B93"/>
    <w:rsid w:val="007B1FE5"/>
    <w:rsid w:val="007B2F46"/>
    <w:rsid w:val="007B3467"/>
    <w:rsid w:val="007B3490"/>
    <w:rsid w:val="007B3A33"/>
    <w:rsid w:val="007B461B"/>
    <w:rsid w:val="007B5ABA"/>
    <w:rsid w:val="007B76F2"/>
    <w:rsid w:val="007B7F93"/>
    <w:rsid w:val="007C0334"/>
    <w:rsid w:val="007C0EAA"/>
    <w:rsid w:val="007C256A"/>
    <w:rsid w:val="007C3616"/>
    <w:rsid w:val="007C5E80"/>
    <w:rsid w:val="007C67B6"/>
    <w:rsid w:val="007C6E7A"/>
    <w:rsid w:val="007C7540"/>
    <w:rsid w:val="007C76CE"/>
    <w:rsid w:val="007C7F62"/>
    <w:rsid w:val="007D011E"/>
    <w:rsid w:val="007D28B4"/>
    <w:rsid w:val="007D2E57"/>
    <w:rsid w:val="007D4410"/>
    <w:rsid w:val="007D452D"/>
    <w:rsid w:val="007D490D"/>
    <w:rsid w:val="007D519F"/>
    <w:rsid w:val="007D5851"/>
    <w:rsid w:val="007E00D9"/>
    <w:rsid w:val="007E177F"/>
    <w:rsid w:val="007E2B11"/>
    <w:rsid w:val="007E3574"/>
    <w:rsid w:val="007E3EFC"/>
    <w:rsid w:val="007E4801"/>
    <w:rsid w:val="007E495A"/>
    <w:rsid w:val="007E50BD"/>
    <w:rsid w:val="007E566C"/>
    <w:rsid w:val="007E68AD"/>
    <w:rsid w:val="007E7B1C"/>
    <w:rsid w:val="007F0863"/>
    <w:rsid w:val="007F0D3A"/>
    <w:rsid w:val="007F1D47"/>
    <w:rsid w:val="007F1EDD"/>
    <w:rsid w:val="007F2392"/>
    <w:rsid w:val="007F329F"/>
    <w:rsid w:val="007F449E"/>
    <w:rsid w:val="007F4CB2"/>
    <w:rsid w:val="007F62C7"/>
    <w:rsid w:val="007F69B4"/>
    <w:rsid w:val="007F6FCE"/>
    <w:rsid w:val="007F7E9E"/>
    <w:rsid w:val="00800629"/>
    <w:rsid w:val="00800F5A"/>
    <w:rsid w:val="00801B0F"/>
    <w:rsid w:val="00801F96"/>
    <w:rsid w:val="00802A27"/>
    <w:rsid w:val="00803393"/>
    <w:rsid w:val="0080367C"/>
    <w:rsid w:val="00803A19"/>
    <w:rsid w:val="0080463A"/>
    <w:rsid w:val="0080558A"/>
    <w:rsid w:val="008063E9"/>
    <w:rsid w:val="00806F29"/>
    <w:rsid w:val="00807A17"/>
    <w:rsid w:val="00810EA2"/>
    <w:rsid w:val="00811841"/>
    <w:rsid w:val="00812B36"/>
    <w:rsid w:val="00813BDF"/>
    <w:rsid w:val="00813DCE"/>
    <w:rsid w:val="008153BF"/>
    <w:rsid w:val="008159EF"/>
    <w:rsid w:val="00816881"/>
    <w:rsid w:val="00816AAA"/>
    <w:rsid w:val="00817725"/>
    <w:rsid w:val="00821957"/>
    <w:rsid w:val="0082219C"/>
    <w:rsid w:val="00822734"/>
    <w:rsid w:val="00822E0D"/>
    <w:rsid w:val="0082390B"/>
    <w:rsid w:val="008247BD"/>
    <w:rsid w:val="00824A77"/>
    <w:rsid w:val="0082780F"/>
    <w:rsid w:val="008279EE"/>
    <w:rsid w:val="00830C60"/>
    <w:rsid w:val="00832992"/>
    <w:rsid w:val="008341F0"/>
    <w:rsid w:val="00834707"/>
    <w:rsid w:val="00835D20"/>
    <w:rsid w:val="0083610A"/>
    <w:rsid w:val="00836832"/>
    <w:rsid w:val="00836848"/>
    <w:rsid w:val="00836A6C"/>
    <w:rsid w:val="00836D86"/>
    <w:rsid w:val="00837F82"/>
    <w:rsid w:val="00841760"/>
    <w:rsid w:val="008419F0"/>
    <w:rsid w:val="00843411"/>
    <w:rsid w:val="00843529"/>
    <w:rsid w:val="0084567E"/>
    <w:rsid w:val="0084786B"/>
    <w:rsid w:val="00847E77"/>
    <w:rsid w:val="00851094"/>
    <w:rsid w:val="00851105"/>
    <w:rsid w:val="00853026"/>
    <w:rsid w:val="00853976"/>
    <w:rsid w:val="008545FD"/>
    <w:rsid w:val="00856157"/>
    <w:rsid w:val="008568E8"/>
    <w:rsid w:val="00857C0D"/>
    <w:rsid w:val="00860E6D"/>
    <w:rsid w:val="008615C9"/>
    <w:rsid w:val="00862214"/>
    <w:rsid w:val="008624F7"/>
    <w:rsid w:val="00862576"/>
    <w:rsid w:val="00862FB1"/>
    <w:rsid w:val="008646C9"/>
    <w:rsid w:val="008655A1"/>
    <w:rsid w:val="00865D27"/>
    <w:rsid w:val="00866D14"/>
    <w:rsid w:val="00867EF3"/>
    <w:rsid w:val="00870229"/>
    <w:rsid w:val="00872116"/>
    <w:rsid w:val="00873298"/>
    <w:rsid w:val="008733F1"/>
    <w:rsid w:val="00873A9A"/>
    <w:rsid w:val="00873D6A"/>
    <w:rsid w:val="00874BE5"/>
    <w:rsid w:val="008752BE"/>
    <w:rsid w:val="00883E8C"/>
    <w:rsid w:val="00884672"/>
    <w:rsid w:val="00884C49"/>
    <w:rsid w:val="00885230"/>
    <w:rsid w:val="00887A38"/>
    <w:rsid w:val="00887D6A"/>
    <w:rsid w:val="008922CE"/>
    <w:rsid w:val="00892727"/>
    <w:rsid w:val="00892738"/>
    <w:rsid w:val="00893FD3"/>
    <w:rsid w:val="00894924"/>
    <w:rsid w:val="00894BAE"/>
    <w:rsid w:val="0089511F"/>
    <w:rsid w:val="0089590B"/>
    <w:rsid w:val="00895E42"/>
    <w:rsid w:val="00896339"/>
    <w:rsid w:val="008A05DF"/>
    <w:rsid w:val="008A1075"/>
    <w:rsid w:val="008A1D6C"/>
    <w:rsid w:val="008A21B5"/>
    <w:rsid w:val="008A32EB"/>
    <w:rsid w:val="008A3655"/>
    <w:rsid w:val="008A4079"/>
    <w:rsid w:val="008A52CE"/>
    <w:rsid w:val="008A556B"/>
    <w:rsid w:val="008A5933"/>
    <w:rsid w:val="008A60BB"/>
    <w:rsid w:val="008A60BF"/>
    <w:rsid w:val="008A6DE5"/>
    <w:rsid w:val="008A7660"/>
    <w:rsid w:val="008A7B92"/>
    <w:rsid w:val="008B07B8"/>
    <w:rsid w:val="008B0870"/>
    <w:rsid w:val="008B1188"/>
    <w:rsid w:val="008B184E"/>
    <w:rsid w:val="008B218A"/>
    <w:rsid w:val="008B47E0"/>
    <w:rsid w:val="008B5250"/>
    <w:rsid w:val="008B5A74"/>
    <w:rsid w:val="008B6AF8"/>
    <w:rsid w:val="008B74B9"/>
    <w:rsid w:val="008C0771"/>
    <w:rsid w:val="008C0C33"/>
    <w:rsid w:val="008C2B54"/>
    <w:rsid w:val="008C358C"/>
    <w:rsid w:val="008C4EAD"/>
    <w:rsid w:val="008C6778"/>
    <w:rsid w:val="008D04ED"/>
    <w:rsid w:val="008D0BEC"/>
    <w:rsid w:val="008D1497"/>
    <w:rsid w:val="008D15E7"/>
    <w:rsid w:val="008D37A5"/>
    <w:rsid w:val="008D3D41"/>
    <w:rsid w:val="008D425E"/>
    <w:rsid w:val="008D48B6"/>
    <w:rsid w:val="008D55E0"/>
    <w:rsid w:val="008D5CB9"/>
    <w:rsid w:val="008D5D70"/>
    <w:rsid w:val="008D61EF"/>
    <w:rsid w:val="008D6E6E"/>
    <w:rsid w:val="008D6EF1"/>
    <w:rsid w:val="008E0D28"/>
    <w:rsid w:val="008E117C"/>
    <w:rsid w:val="008E1C77"/>
    <w:rsid w:val="008E27DE"/>
    <w:rsid w:val="008E2B4B"/>
    <w:rsid w:val="008E3550"/>
    <w:rsid w:val="008E4AE9"/>
    <w:rsid w:val="008E57AE"/>
    <w:rsid w:val="008E6CBD"/>
    <w:rsid w:val="008E7A04"/>
    <w:rsid w:val="008F015D"/>
    <w:rsid w:val="008F03CA"/>
    <w:rsid w:val="008F1CCB"/>
    <w:rsid w:val="008F3558"/>
    <w:rsid w:val="008F3DD8"/>
    <w:rsid w:val="008F408D"/>
    <w:rsid w:val="008F496A"/>
    <w:rsid w:val="008F49B2"/>
    <w:rsid w:val="008F4B91"/>
    <w:rsid w:val="008F58BB"/>
    <w:rsid w:val="008F5C41"/>
    <w:rsid w:val="008F7958"/>
    <w:rsid w:val="008F7B0A"/>
    <w:rsid w:val="008F7CE0"/>
    <w:rsid w:val="00900E3E"/>
    <w:rsid w:val="009034BF"/>
    <w:rsid w:val="00904035"/>
    <w:rsid w:val="00904453"/>
    <w:rsid w:val="00904481"/>
    <w:rsid w:val="00904F5E"/>
    <w:rsid w:val="00905650"/>
    <w:rsid w:val="00907FDC"/>
    <w:rsid w:val="00910D8C"/>
    <w:rsid w:val="009111BF"/>
    <w:rsid w:val="009118DC"/>
    <w:rsid w:val="009128C6"/>
    <w:rsid w:val="00912C8A"/>
    <w:rsid w:val="00920809"/>
    <w:rsid w:val="00920B26"/>
    <w:rsid w:val="0092106E"/>
    <w:rsid w:val="009214C1"/>
    <w:rsid w:val="00921D87"/>
    <w:rsid w:val="0092269E"/>
    <w:rsid w:val="00922CB9"/>
    <w:rsid w:val="00922D66"/>
    <w:rsid w:val="00923E7A"/>
    <w:rsid w:val="0092480D"/>
    <w:rsid w:val="00926D6F"/>
    <w:rsid w:val="00927AB0"/>
    <w:rsid w:val="009324FC"/>
    <w:rsid w:val="009327DD"/>
    <w:rsid w:val="00934B72"/>
    <w:rsid w:val="0093665B"/>
    <w:rsid w:val="0093704D"/>
    <w:rsid w:val="00937AE9"/>
    <w:rsid w:val="009404A4"/>
    <w:rsid w:val="009406F8"/>
    <w:rsid w:val="0094074C"/>
    <w:rsid w:val="0094079A"/>
    <w:rsid w:val="009430C6"/>
    <w:rsid w:val="00943432"/>
    <w:rsid w:val="00943747"/>
    <w:rsid w:val="00945CC1"/>
    <w:rsid w:val="009463BF"/>
    <w:rsid w:val="00946686"/>
    <w:rsid w:val="00946F39"/>
    <w:rsid w:val="009509C8"/>
    <w:rsid w:val="00950B00"/>
    <w:rsid w:val="009516E8"/>
    <w:rsid w:val="00951943"/>
    <w:rsid w:val="00951DD9"/>
    <w:rsid w:val="00953610"/>
    <w:rsid w:val="0095367D"/>
    <w:rsid w:val="0095453A"/>
    <w:rsid w:val="00954F6C"/>
    <w:rsid w:val="00955233"/>
    <w:rsid w:val="009552E2"/>
    <w:rsid w:val="00955642"/>
    <w:rsid w:val="009557FE"/>
    <w:rsid w:val="009574F6"/>
    <w:rsid w:val="00957C71"/>
    <w:rsid w:val="0096057B"/>
    <w:rsid w:val="00960B21"/>
    <w:rsid w:val="00960D50"/>
    <w:rsid w:val="00961323"/>
    <w:rsid w:val="00961F04"/>
    <w:rsid w:val="00962116"/>
    <w:rsid w:val="00964909"/>
    <w:rsid w:val="00964BCE"/>
    <w:rsid w:val="00964EE0"/>
    <w:rsid w:val="009654D7"/>
    <w:rsid w:val="009658EE"/>
    <w:rsid w:val="00966957"/>
    <w:rsid w:val="00966BA6"/>
    <w:rsid w:val="0096708A"/>
    <w:rsid w:val="00970BD6"/>
    <w:rsid w:val="00971843"/>
    <w:rsid w:val="00971A19"/>
    <w:rsid w:val="00971C2D"/>
    <w:rsid w:val="00971F53"/>
    <w:rsid w:val="00972339"/>
    <w:rsid w:val="00972F5E"/>
    <w:rsid w:val="00973B6B"/>
    <w:rsid w:val="00973BB6"/>
    <w:rsid w:val="00973FA2"/>
    <w:rsid w:val="00974680"/>
    <w:rsid w:val="00974754"/>
    <w:rsid w:val="00974B0C"/>
    <w:rsid w:val="00974E41"/>
    <w:rsid w:val="0097583E"/>
    <w:rsid w:val="00975E4A"/>
    <w:rsid w:val="0097663B"/>
    <w:rsid w:val="00977FAF"/>
    <w:rsid w:val="009804A6"/>
    <w:rsid w:val="00981AFD"/>
    <w:rsid w:val="0098281B"/>
    <w:rsid w:val="009829DF"/>
    <w:rsid w:val="00982C8B"/>
    <w:rsid w:val="00982D36"/>
    <w:rsid w:val="00982E7B"/>
    <w:rsid w:val="00983B0C"/>
    <w:rsid w:val="00990D6F"/>
    <w:rsid w:val="00991867"/>
    <w:rsid w:val="00992157"/>
    <w:rsid w:val="00994896"/>
    <w:rsid w:val="009949BD"/>
    <w:rsid w:val="0099553C"/>
    <w:rsid w:val="0099695F"/>
    <w:rsid w:val="00997645"/>
    <w:rsid w:val="009978FB"/>
    <w:rsid w:val="009A05F5"/>
    <w:rsid w:val="009A0750"/>
    <w:rsid w:val="009A1243"/>
    <w:rsid w:val="009A1268"/>
    <w:rsid w:val="009A2344"/>
    <w:rsid w:val="009A23CF"/>
    <w:rsid w:val="009A27F4"/>
    <w:rsid w:val="009A3D7A"/>
    <w:rsid w:val="009A4B72"/>
    <w:rsid w:val="009A6731"/>
    <w:rsid w:val="009A683C"/>
    <w:rsid w:val="009A6E54"/>
    <w:rsid w:val="009B07C2"/>
    <w:rsid w:val="009B17E8"/>
    <w:rsid w:val="009B2827"/>
    <w:rsid w:val="009B4D9B"/>
    <w:rsid w:val="009B68D4"/>
    <w:rsid w:val="009B72DF"/>
    <w:rsid w:val="009B7833"/>
    <w:rsid w:val="009C06E0"/>
    <w:rsid w:val="009C0FCB"/>
    <w:rsid w:val="009C213F"/>
    <w:rsid w:val="009C2DF5"/>
    <w:rsid w:val="009C3075"/>
    <w:rsid w:val="009C4971"/>
    <w:rsid w:val="009C4B35"/>
    <w:rsid w:val="009C711B"/>
    <w:rsid w:val="009C7820"/>
    <w:rsid w:val="009D0021"/>
    <w:rsid w:val="009D0983"/>
    <w:rsid w:val="009D0C19"/>
    <w:rsid w:val="009D0D4C"/>
    <w:rsid w:val="009D1835"/>
    <w:rsid w:val="009D40DA"/>
    <w:rsid w:val="009D4454"/>
    <w:rsid w:val="009D4FFD"/>
    <w:rsid w:val="009D54BC"/>
    <w:rsid w:val="009D5C39"/>
    <w:rsid w:val="009D65B9"/>
    <w:rsid w:val="009E0D70"/>
    <w:rsid w:val="009E1328"/>
    <w:rsid w:val="009E2CD3"/>
    <w:rsid w:val="009E30D4"/>
    <w:rsid w:val="009E356D"/>
    <w:rsid w:val="009E4225"/>
    <w:rsid w:val="009E47E2"/>
    <w:rsid w:val="009E5123"/>
    <w:rsid w:val="009E5680"/>
    <w:rsid w:val="009E56FF"/>
    <w:rsid w:val="009E5B1C"/>
    <w:rsid w:val="009E711C"/>
    <w:rsid w:val="009F0F81"/>
    <w:rsid w:val="009F1C93"/>
    <w:rsid w:val="009F23B2"/>
    <w:rsid w:val="009F2439"/>
    <w:rsid w:val="009F35A8"/>
    <w:rsid w:val="009F38F8"/>
    <w:rsid w:val="009F3F45"/>
    <w:rsid w:val="009F5355"/>
    <w:rsid w:val="009F54A5"/>
    <w:rsid w:val="009F5561"/>
    <w:rsid w:val="009F60BE"/>
    <w:rsid w:val="009F66A4"/>
    <w:rsid w:val="009F673C"/>
    <w:rsid w:val="009F6AE0"/>
    <w:rsid w:val="009F7EA0"/>
    <w:rsid w:val="00A007C9"/>
    <w:rsid w:val="00A00991"/>
    <w:rsid w:val="00A00D5D"/>
    <w:rsid w:val="00A019D1"/>
    <w:rsid w:val="00A02492"/>
    <w:rsid w:val="00A02F93"/>
    <w:rsid w:val="00A056DB"/>
    <w:rsid w:val="00A058E7"/>
    <w:rsid w:val="00A05F9C"/>
    <w:rsid w:val="00A06935"/>
    <w:rsid w:val="00A0696E"/>
    <w:rsid w:val="00A06A69"/>
    <w:rsid w:val="00A0752A"/>
    <w:rsid w:val="00A079A9"/>
    <w:rsid w:val="00A07C96"/>
    <w:rsid w:val="00A101DB"/>
    <w:rsid w:val="00A1023B"/>
    <w:rsid w:val="00A1034A"/>
    <w:rsid w:val="00A10714"/>
    <w:rsid w:val="00A10852"/>
    <w:rsid w:val="00A11FF2"/>
    <w:rsid w:val="00A134B3"/>
    <w:rsid w:val="00A13CDB"/>
    <w:rsid w:val="00A1474D"/>
    <w:rsid w:val="00A15288"/>
    <w:rsid w:val="00A157A3"/>
    <w:rsid w:val="00A204F2"/>
    <w:rsid w:val="00A20A91"/>
    <w:rsid w:val="00A20F54"/>
    <w:rsid w:val="00A21124"/>
    <w:rsid w:val="00A21435"/>
    <w:rsid w:val="00A22788"/>
    <w:rsid w:val="00A24118"/>
    <w:rsid w:val="00A241E2"/>
    <w:rsid w:val="00A248F7"/>
    <w:rsid w:val="00A25334"/>
    <w:rsid w:val="00A256E3"/>
    <w:rsid w:val="00A26239"/>
    <w:rsid w:val="00A27408"/>
    <w:rsid w:val="00A3043A"/>
    <w:rsid w:val="00A3145B"/>
    <w:rsid w:val="00A338ED"/>
    <w:rsid w:val="00A34DE3"/>
    <w:rsid w:val="00A35C73"/>
    <w:rsid w:val="00A35D46"/>
    <w:rsid w:val="00A36D0C"/>
    <w:rsid w:val="00A42195"/>
    <w:rsid w:val="00A42691"/>
    <w:rsid w:val="00A42E0A"/>
    <w:rsid w:val="00A43AB9"/>
    <w:rsid w:val="00A444CB"/>
    <w:rsid w:val="00A44938"/>
    <w:rsid w:val="00A4684B"/>
    <w:rsid w:val="00A47452"/>
    <w:rsid w:val="00A47BB5"/>
    <w:rsid w:val="00A47DE8"/>
    <w:rsid w:val="00A50533"/>
    <w:rsid w:val="00A5068F"/>
    <w:rsid w:val="00A51E02"/>
    <w:rsid w:val="00A52208"/>
    <w:rsid w:val="00A528E3"/>
    <w:rsid w:val="00A53144"/>
    <w:rsid w:val="00A53320"/>
    <w:rsid w:val="00A53498"/>
    <w:rsid w:val="00A53CC9"/>
    <w:rsid w:val="00A54377"/>
    <w:rsid w:val="00A57FFC"/>
    <w:rsid w:val="00A62F0A"/>
    <w:rsid w:val="00A630F2"/>
    <w:rsid w:val="00A6513D"/>
    <w:rsid w:val="00A658FF"/>
    <w:rsid w:val="00A66440"/>
    <w:rsid w:val="00A664A8"/>
    <w:rsid w:val="00A666E1"/>
    <w:rsid w:val="00A669CF"/>
    <w:rsid w:val="00A71140"/>
    <w:rsid w:val="00A720DD"/>
    <w:rsid w:val="00A72288"/>
    <w:rsid w:val="00A7272A"/>
    <w:rsid w:val="00A7287C"/>
    <w:rsid w:val="00A72ADA"/>
    <w:rsid w:val="00A72C33"/>
    <w:rsid w:val="00A72D9B"/>
    <w:rsid w:val="00A73338"/>
    <w:rsid w:val="00A73669"/>
    <w:rsid w:val="00A73B97"/>
    <w:rsid w:val="00A74374"/>
    <w:rsid w:val="00A75311"/>
    <w:rsid w:val="00A807E3"/>
    <w:rsid w:val="00A80907"/>
    <w:rsid w:val="00A80DE3"/>
    <w:rsid w:val="00A81B0D"/>
    <w:rsid w:val="00A821BE"/>
    <w:rsid w:val="00A826CF"/>
    <w:rsid w:val="00A83E10"/>
    <w:rsid w:val="00A84B2F"/>
    <w:rsid w:val="00A85AE5"/>
    <w:rsid w:val="00A85C14"/>
    <w:rsid w:val="00A8649A"/>
    <w:rsid w:val="00A87DB5"/>
    <w:rsid w:val="00A90471"/>
    <w:rsid w:val="00A90A4E"/>
    <w:rsid w:val="00A90FE9"/>
    <w:rsid w:val="00A937AE"/>
    <w:rsid w:val="00A958DA"/>
    <w:rsid w:val="00A95958"/>
    <w:rsid w:val="00A95A75"/>
    <w:rsid w:val="00A9687A"/>
    <w:rsid w:val="00A96C1A"/>
    <w:rsid w:val="00A97508"/>
    <w:rsid w:val="00A97A78"/>
    <w:rsid w:val="00AA0C42"/>
    <w:rsid w:val="00AA2056"/>
    <w:rsid w:val="00AA6200"/>
    <w:rsid w:val="00AA6AF3"/>
    <w:rsid w:val="00AA6B68"/>
    <w:rsid w:val="00AA74BB"/>
    <w:rsid w:val="00AB2372"/>
    <w:rsid w:val="00AB240B"/>
    <w:rsid w:val="00AB4354"/>
    <w:rsid w:val="00AB5309"/>
    <w:rsid w:val="00AB6814"/>
    <w:rsid w:val="00AC0769"/>
    <w:rsid w:val="00AC0DBB"/>
    <w:rsid w:val="00AC1371"/>
    <w:rsid w:val="00AC1EDE"/>
    <w:rsid w:val="00AC2BEA"/>
    <w:rsid w:val="00AC3324"/>
    <w:rsid w:val="00AC3D48"/>
    <w:rsid w:val="00AC471E"/>
    <w:rsid w:val="00AC53D0"/>
    <w:rsid w:val="00AC67D9"/>
    <w:rsid w:val="00AC759C"/>
    <w:rsid w:val="00AC7958"/>
    <w:rsid w:val="00AC7DC0"/>
    <w:rsid w:val="00AD061A"/>
    <w:rsid w:val="00AD0757"/>
    <w:rsid w:val="00AD09D6"/>
    <w:rsid w:val="00AD0B11"/>
    <w:rsid w:val="00AD0CC0"/>
    <w:rsid w:val="00AD178A"/>
    <w:rsid w:val="00AD1C08"/>
    <w:rsid w:val="00AD1EEF"/>
    <w:rsid w:val="00AD246A"/>
    <w:rsid w:val="00AD589B"/>
    <w:rsid w:val="00AD5B0A"/>
    <w:rsid w:val="00AD68D3"/>
    <w:rsid w:val="00AD699B"/>
    <w:rsid w:val="00AD6BC0"/>
    <w:rsid w:val="00AD7DF3"/>
    <w:rsid w:val="00AE0D89"/>
    <w:rsid w:val="00AE129B"/>
    <w:rsid w:val="00AE24C7"/>
    <w:rsid w:val="00AE34B8"/>
    <w:rsid w:val="00AE35D9"/>
    <w:rsid w:val="00AE386C"/>
    <w:rsid w:val="00AE4036"/>
    <w:rsid w:val="00AE56D1"/>
    <w:rsid w:val="00AE6154"/>
    <w:rsid w:val="00AE6B4B"/>
    <w:rsid w:val="00AE7797"/>
    <w:rsid w:val="00AF0C7A"/>
    <w:rsid w:val="00AF12B5"/>
    <w:rsid w:val="00AF1758"/>
    <w:rsid w:val="00AF19B4"/>
    <w:rsid w:val="00AF1C44"/>
    <w:rsid w:val="00AF1C90"/>
    <w:rsid w:val="00AF1FB3"/>
    <w:rsid w:val="00AF2CCE"/>
    <w:rsid w:val="00AF394E"/>
    <w:rsid w:val="00AF3E80"/>
    <w:rsid w:val="00AF413A"/>
    <w:rsid w:val="00AF51AF"/>
    <w:rsid w:val="00AF6A2C"/>
    <w:rsid w:val="00AF6DF2"/>
    <w:rsid w:val="00AF76AC"/>
    <w:rsid w:val="00B00778"/>
    <w:rsid w:val="00B01664"/>
    <w:rsid w:val="00B01EA0"/>
    <w:rsid w:val="00B01F02"/>
    <w:rsid w:val="00B04AD5"/>
    <w:rsid w:val="00B04C47"/>
    <w:rsid w:val="00B05090"/>
    <w:rsid w:val="00B053F3"/>
    <w:rsid w:val="00B07467"/>
    <w:rsid w:val="00B07A73"/>
    <w:rsid w:val="00B1121E"/>
    <w:rsid w:val="00B1325E"/>
    <w:rsid w:val="00B13821"/>
    <w:rsid w:val="00B1398E"/>
    <w:rsid w:val="00B13BBA"/>
    <w:rsid w:val="00B143EC"/>
    <w:rsid w:val="00B146E9"/>
    <w:rsid w:val="00B14AB4"/>
    <w:rsid w:val="00B14B47"/>
    <w:rsid w:val="00B158C0"/>
    <w:rsid w:val="00B15BBC"/>
    <w:rsid w:val="00B15F1B"/>
    <w:rsid w:val="00B15F9A"/>
    <w:rsid w:val="00B160F6"/>
    <w:rsid w:val="00B161AD"/>
    <w:rsid w:val="00B17F47"/>
    <w:rsid w:val="00B2050F"/>
    <w:rsid w:val="00B20DE2"/>
    <w:rsid w:val="00B20FBC"/>
    <w:rsid w:val="00B22ADF"/>
    <w:rsid w:val="00B234DE"/>
    <w:rsid w:val="00B236BF"/>
    <w:rsid w:val="00B23B26"/>
    <w:rsid w:val="00B24C94"/>
    <w:rsid w:val="00B25F04"/>
    <w:rsid w:val="00B273F6"/>
    <w:rsid w:val="00B278F1"/>
    <w:rsid w:val="00B30974"/>
    <w:rsid w:val="00B30D08"/>
    <w:rsid w:val="00B32033"/>
    <w:rsid w:val="00B33BDA"/>
    <w:rsid w:val="00B349EA"/>
    <w:rsid w:val="00B35FC7"/>
    <w:rsid w:val="00B3613A"/>
    <w:rsid w:val="00B36740"/>
    <w:rsid w:val="00B36D6B"/>
    <w:rsid w:val="00B37679"/>
    <w:rsid w:val="00B37E40"/>
    <w:rsid w:val="00B37F7C"/>
    <w:rsid w:val="00B41603"/>
    <w:rsid w:val="00B4179D"/>
    <w:rsid w:val="00B42078"/>
    <w:rsid w:val="00B42487"/>
    <w:rsid w:val="00B429A9"/>
    <w:rsid w:val="00B42E58"/>
    <w:rsid w:val="00B43C82"/>
    <w:rsid w:val="00B446D7"/>
    <w:rsid w:val="00B461ED"/>
    <w:rsid w:val="00B46A4C"/>
    <w:rsid w:val="00B46F20"/>
    <w:rsid w:val="00B512A7"/>
    <w:rsid w:val="00B51775"/>
    <w:rsid w:val="00B5351B"/>
    <w:rsid w:val="00B53653"/>
    <w:rsid w:val="00B55127"/>
    <w:rsid w:val="00B552A6"/>
    <w:rsid w:val="00B55DC1"/>
    <w:rsid w:val="00B5674C"/>
    <w:rsid w:val="00B573E0"/>
    <w:rsid w:val="00B57571"/>
    <w:rsid w:val="00B60996"/>
    <w:rsid w:val="00B61356"/>
    <w:rsid w:val="00B6187E"/>
    <w:rsid w:val="00B61E0B"/>
    <w:rsid w:val="00B63081"/>
    <w:rsid w:val="00B6389B"/>
    <w:rsid w:val="00B66107"/>
    <w:rsid w:val="00B667B1"/>
    <w:rsid w:val="00B6734C"/>
    <w:rsid w:val="00B6750E"/>
    <w:rsid w:val="00B7056A"/>
    <w:rsid w:val="00B70F8F"/>
    <w:rsid w:val="00B7106F"/>
    <w:rsid w:val="00B717A9"/>
    <w:rsid w:val="00B71D1D"/>
    <w:rsid w:val="00B72264"/>
    <w:rsid w:val="00B73B69"/>
    <w:rsid w:val="00B76B3A"/>
    <w:rsid w:val="00B76E39"/>
    <w:rsid w:val="00B77EF8"/>
    <w:rsid w:val="00B80A00"/>
    <w:rsid w:val="00B80C11"/>
    <w:rsid w:val="00B814E7"/>
    <w:rsid w:val="00B82422"/>
    <w:rsid w:val="00B835C5"/>
    <w:rsid w:val="00B837C7"/>
    <w:rsid w:val="00B83897"/>
    <w:rsid w:val="00B83C33"/>
    <w:rsid w:val="00B83ED8"/>
    <w:rsid w:val="00B8413E"/>
    <w:rsid w:val="00B85782"/>
    <w:rsid w:val="00B85F12"/>
    <w:rsid w:val="00B86E10"/>
    <w:rsid w:val="00B90179"/>
    <w:rsid w:val="00B90470"/>
    <w:rsid w:val="00B90838"/>
    <w:rsid w:val="00B918C7"/>
    <w:rsid w:val="00B919E5"/>
    <w:rsid w:val="00B91D2B"/>
    <w:rsid w:val="00B92171"/>
    <w:rsid w:val="00B9255B"/>
    <w:rsid w:val="00B92F64"/>
    <w:rsid w:val="00B93E78"/>
    <w:rsid w:val="00B94E96"/>
    <w:rsid w:val="00B951A3"/>
    <w:rsid w:val="00B97920"/>
    <w:rsid w:val="00B97B4E"/>
    <w:rsid w:val="00BA0CEC"/>
    <w:rsid w:val="00BA237A"/>
    <w:rsid w:val="00BA26A9"/>
    <w:rsid w:val="00BA3BED"/>
    <w:rsid w:val="00BA434C"/>
    <w:rsid w:val="00BA57AC"/>
    <w:rsid w:val="00BA791B"/>
    <w:rsid w:val="00BB104E"/>
    <w:rsid w:val="00BB1A20"/>
    <w:rsid w:val="00BB3BE6"/>
    <w:rsid w:val="00BB3D08"/>
    <w:rsid w:val="00BB46AF"/>
    <w:rsid w:val="00BB63AF"/>
    <w:rsid w:val="00BC152B"/>
    <w:rsid w:val="00BC157A"/>
    <w:rsid w:val="00BC27B7"/>
    <w:rsid w:val="00BC37D2"/>
    <w:rsid w:val="00BC4881"/>
    <w:rsid w:val="00BC5658"/>
    <w:rsid w:val="00BC5C96"/>
    <w:rsid w:val="00BD17BD"/>
    <w:rsid w:val="00BD1FC2"/>
    <w:rsid w:val="00BD2046"/>
    <w:rsid w:val="00BD309C"/>
    <w:rsid w:val="00BD34B3"/>
    <w:rsid w:val="00BD6030"/>
    <w:rsid w:val="00BD6527"/>
    <w:rsid w:val="00BD70E2"/>
    <w:rsid w:val="00BD7131"/>
    <w:rsid w:val="00BD73FE"/>
    <w:rsid w:val="00BD7C32"/>
    <w:rsid w:val="00BE0CF2"/>
    <w:rsid w:val="00BE1E4F"/>
    <w:rsid w:val="00BE2F1D"/>
    <w:rsid w:val="00BE343F"/>
    <w:rsid w:val="00BE34FB"/>
    <w:rsid w:val="00BE3854"/>
    <w:rsid w:val="00BE3CFB"/>
    <w:rsid w:val="00BE3DA1"/>
    <w:rsid w:val="00BE63E9"/>
    <w:rsid w:val="00BE6637"/>
    <w:rsid w:val="00BE6640"/>
    <w:rsid w:val="00BE6CE3"/>
    <w:rsid w:val="00BF12F4"/>
    <w:rsid w:val="00BF1DBF"/>
    <w:rsid w:val="00BF292B"/>
    <w:rsid w:val="00BF2EDF"/>
    <w:rsid w:val="00BF470B"/>
    <w:rsid w:val="00BF4AA9"/>
    <w:rsid w:val="00BF5353"/>
    <w:rsid w:val="00BF5D5D"/>
    <w:rsid w:val="00BF60A7"/>
    <w:rsid w:val="00BF62AD"/>
    <w:rsid w:val="00C00860"/>
    <w:rsid w:val="00C0090B"/>
    <w:rsid w:val="00C0226A"/>
    <w:rsid w:val="00C0453A"/>
    <w:rsid w:val="00C05B90"/>
    <w:rsid w:val="00C05F7B"/>
    <w:rsid w:val="00C06C81"/>
    <w:rsid w:val="00C07F0B"/>
    <w:rsid w:val="00C106D9"/>
    <w:rsid w:val="00C10D43"/>
    <w:rsid w:val="00C11284"/>
    <w:rsid w:val="00C12AD5"/>
    <w:rsid w:val="00C12FFC"/>
    <w:rsid w:val="00C1347B"/>
    <w:rsid w:val="00C13973"/>
    <w:rsid w:val="00C14C24"/>
    <w:rsid w:val="00C14C5D"/>
    <w:rsid w:val="00C14E71"/>
    <w:rsid w:val="00C1580A"/>
    <w:rsid w:val="00C1597D"/>
    <w:rsid w:val="00C16809"/>
    <w:rsid w:val="00C168F2"/>
    <w:rsid w:val="00C17B93"/>
    <w:rsid w:val="00C17BF8"/>
    <w:rsid w:val="00C203FF"/>
    <w:rsid w:val="00C214BE"/>
    <w:rsid w:val="00C2151E"/>
    <w:rsid w:val="00C22667"/>
    <w:rsid w:val="00C2274E"/>
    <w:rsid w:val="00C23E40"/>
    <w:rsid w:val="00C26311"/>
    <w:rsid w:val="00C27FCF"/>
    <w:rsid w:val="00C325A2"/>
    <w:rsid w:val="00C34408"/>
    <w:rsid w:val="00C348E7"/>
    <w:rsid w:val="00C34AD8"/>
    <w:rsid w:val="00C35AC7"/>
    <w:rsid w:val="00C35E07"/>
    <w:rsid w:val="00C35F48"/>
    <w:rsid w:val="00C367E4"/>
    <w:rsid w:val="00C36A43"/>
    <w:rsid w:val="00C37F69"/>
    <w:rsid w:val="00C419A1"/>
    <w:rsid w:val="00C42E9C"/>
    <w:rsid w:val="00C434DA"/>
    <w:rsid w:val="00C4391F"/>
    <w:rsid w:val="00C43F5D"/>
    <w:rsid w:val="00C444B0"/>
    <w:rsid w:val="00C469CB"/>
    <w:rsid w:val="00C501A1"/>
    <w:rsid w:val="00C5052F"/>
    <w:rsid w:val="00C51476"/>
    <w:rsid w:val="00C514FB"/>
    <w:rsid w:val="00C517B0"/>
    <w:rsid w:val="00C517C6"/>
    <w:rsid w:val="00C51FD1"/>
    <w:rsid w:val="00C52784"/>
    <w:rsid w:val="00C5379E"/>
    <w:rsid w:val="00C53886"/>
    <w:rsid w:val="00C53BA6"/>
    <w:rsid w:val="00C53E05"/>
    <w:rsid w:val="00C54DD9"/>
    <w:rsid w:val="00C54EF0"/>
    <w:rsid w:val="00C55273"/>
    <w:rsid w:val="00C559DF"/>
    <w:rsid w:val="00C55D68"/>
    <w:rsid w:val="00C55D8C"/>
    <w:rsid w:val="00C5610C"/>
    <w:rsid w:val="00C5670E"/>
    <w:rsid w:val="00C56741"/>
    <w:rsid w:val="00C57873"/>
    <w:rsid w:val="00C6185B"/>
    <w:rsid w:val="00C623A9"/>
    <w:rsid w:val="00C62C86"/>
    <w:rsid w:val="00C63035"/>
    <w:rsid w:val="00C649AC"/>
    <w:rsid w:val="00C65F16"/>
    <w:rsid w:val="00C66E1F"/>
    <w:rsid w:val="00C674A8"/>
    <w:rsid w:val="00C70393"/>
    <w:rsid w:val="00C7053F"/>
    <w:rsid w:val="00C7070D"/>
    <w:rsid w:val="00C73481"/>
    <w:rsid w:val="00C74CF3"/>
    <w:rsid w:val="00C75898"/>
    <w:rsid w:val="00C75AF5"/>
    <w:rsid w:val="00C7682C"/>
    <w:rsid w:val="00C7738A"/>
    <w:rsid w:val="00C80B6A"/>
    <w:rsid w:val="00C812D4"/>
    <w:rsid w:val="00C81BAC"/>
    <w:rsid w:val="00C82DAB"/>
    <w:rsid w:val="00C82E31"/>
    <w:rsid w:val="00C839D4"/>
    <w:rsid w:val="00C83E9F"/>
    <w:rsid w:val="00C843F3"/>
    <w:rsid w:val="00C8460E"/>
    <w:rsid w:val="00C848DE"/>
    <w:rsid w:val="00C84A49"/>
    <w:rsid w:val="00C85159"/>
    <w:rsid w:val="00C85BAD"/>
    <w:rsid w:val="00C8698A"/>
    <w:rsid w:val="00C87402"/>
    <w:rsid w:val="00C906E2"/>
    <w:rsid w:val="00C90EEB"/>
    <w:rsid w:val="00C925A7"/>
    <w:rsid w:val="00C93A98"/>
    <w:rsid w:val="00C93F19"/>
    <w:rsid w:val="00C96121"/>
    <w:rsid w:val="00C963FE"/>
    <w:rsid w:val="00C975D0"/>
    <w:rsid w:val="00CA0274"/>
    <w:rsid w:val="00CA1187"/>
    <w:rsid w:val="00CA408C"/>
    <w:rsid w:val="00CA54FA"/>
    <w:rsid w:val="00CA718C"/>
    <w:rsid w:val="00CA7FA6"/>
    <w:rsid w:val="00CB00F0"/>
    <w:rsid w:val="00CB050D"/>
    <w:rsid w:val="00CB0C1B"/>
    <w:rsid w:val="00CB143B"/>
    <w:rsid w:val="00CB2C44"/>
    <w:rsid w:val="00CB3133"/>
    <w:rsid w:val="00CB394C"/>
    <w:rsid w:val="00CB4C96"/>
    <w:rsid w:val="00CB563A"/>
    <w:rsid w:val="00CB6959"/>
    <w:rsid w:val="00CB7487"/>
    <w:rsid w:val="00CB7848"/>
    <w:rsid w:val="00CB7992"/>
    <w:rsid w:val="00CC0463"/>
    <w:rsid w:val="00CC0671"/>
    <w:rsid w:val="00CC2C8D"/>
    <w:rsid w:val="00CC2CCD"/>
    <w:rsid w:val="00CC436C"/>
    <w:rsid w:val="00CC502E"/>
    <w:rsid w:val="00CD012E"/>
    <w:rsid w:val="00CD1209"/>
    <w:rsid w:val="00CD1BA3"/>
    <w:rsid w:val="00CD2052"/>
    <w:rsid w:val="00CD3142"/>
    <w:rsid w:val="00CD3FE5"/>
    <w:rsid w:val="00CD5572"/>
    <w:rsid w:val="00CD568C"/>
    <w:rsid w:val="00CD5BEF"/>
    <w:rsid w:val="00CD5C3C"/>
    <w:rsid w:val="00CD5D7E"/>
    <w:rsid w:val="00CD6C76"/>
    <w:rsid w:val="00CD70E0"/>
    <w:rsid w:val="00CD7810"/>
    <w:rsid w:val="00CE15D8"/>
    <w:rsid w:val="00CE566E"/>
    <w:rsid w:val="00CE5C08"/>
    <w:rsid w:val="00CE5D37"/>
    <w:rsid w:val="00CE7CB7"/>
    <w:rsid w:val="00CF0148"/>
    <w:rsid w:val="00CF21F2"/>
    <w:rsid w:val="00CF261B"/>
    <w:rsid w:val="00CF508A"/>
    <w:rsid w:val="00CF5C19"/>
    <w:rsid w:val="00CF5FFF"/>
    <w:rsid w:val="00CF6839"/>
    <w:rsid w:val="00CF6CC8"/>
    <w:rsid w:val="00CF73BC"/>
    <w:rsid w:val="00CF7948"/>
    <w:rsid w:val="00D00B4B"/>
    <w:rsid w:val="00D01328"/>
    <w:rsid w:val="00D01B10"/>
    <w:rsid w:val="00D03377"/>
    <w:rsid w:val="00D04018"/>
    <w:rsid w:val="00D041E5"/>
    <w:rsid w:val="00D0468D"/>
    <w:rsid w:val="00D046B1"/>
    <w:rsid w:val="00D0537D"/>
    <w:rsid w:val="00D06695"/>
    <w:rsid w:val="00D07322"/>
    <w:rsid w:val="00D1083E"/>
    <w:rsid w:val="00D11F0A"/>
    <w:rsid w:val="00D121EF"/>
    <w:rsid w:val="00D122BB"/>
    <w:rsid w:val="00D12F1F"/>
    <w:rsid w:val="00D133EF"/>
    <w:rsid w:val="00D14228"/>
    <w:rsid w:val="00D1434D"/>
    <w:rsid w:val="00D17021"/>
    <w:rsid w:val="00D17153"/>
    <w:rsid w:val="00D177DF"/>
    <w:rsid w:val="00D213E4"/>
    <w:rsid w:val="00D22850"/>
    <w:rsid w:val="00D2480B"/>
    <w:rsid w:val="00D24BAF"/>
    <w:rsid w:val="00D2594A"/>
    <w:rsid w:val="00D25B4D"/>
    <w:rsid w:val="00D26181"/>
    <w:rsid w:val="00D269DF"/>
    <w:rsid w:val="00D26BB0"/>
    <w:rsid w:val="00D27692"/>
    <w:rsid w:val="00D27F94"/>
    <w:rsid w:val="00D300DE"/>
    <w:rsid w:val="00D306F0"/>
    <w:rsid w:val="00D30A36"/>
    <w:rsid w:val="00D30D1F"/>
    <w:rsid w:val="00D31CB2"/>
    <w:rsid w:val="00D3320A"/>
    <w:rsid w:val="00D3432E"/>
    <w:rsid w:val="00D3534F"/>
    <w:rsid w:val="00D3551A"/>
    <w:rsid w:val="00D35927"/>
    <w:rsid w:val="00D378F8"/>
    <w:rsid w:val="00D42D71"/>
    <w:rsid w:val="00D43410"/>
    <w:rsid w:val="00D43780"/>
    <w:rsid w:val="00D4380A"/>
    <w:rsid w:val="00D43CA0"/>
    <w:rsid w:val="00D44319"/>
    <w:rsid w:val="00D453F9"/>
    <w:rsid w:val="00D4584F"/>
    <w:rsid w:val="00D45B50"/>
    <w:rsid w:val="00D46A7A"/>
    <w:rsid w:val="00D4771D"/>
    <w:rsid w:val="00D47881"/>
    <w:rsid w:val="00D47FF6"/>
    <w:rsid w:val="00D50B95"/>
    <w:rsid w:val="00D5284E"/>
    <w:rsid w:val="00D529C0"/>
    <w:rsid w:val="00D5301E"/>
    <w:rsid w:val="00D5523D"/>
    <w:rsid w:val="00D55CA9"/>
    <w:rsid w:val="00D5623C"/>
    <w:rsid w:val="00D56DD0"/>
    <w:rsid w:val="00D570AE"/>
    <w:rsid w:val="00D5761F"/>
    <w:rsid w:val="00D57B61"/>
    <w:rsid w:val="00D60025"/>
    <w:rsid w:val="00D61000"/>
    <w:rsid w:val="00D61912"/>
    <w:rsid w:val="00D675E8"/>
    <w:rsid w:val="00D6784A"/>
    <w:rsid w:val="00D67E53"/>
    <w:rsid w:val="00D70221"/>
    <w:rsid w:val="00D70278"/>
    <w:rsid w:val="00D7040A"/>
    <w:rsid w:val="00D7131B"/>
    <w:rsid w:val="00D71732"/>
    <w:rsid w:val="00D71F7F"/>
    <w:rsid w:val="00D73463"/>
    <w:rsid w:val="00D73544"/>
    <w:rsid w:val="00D73582"/>
    <w:rsid w:val="00D744DB"/>
    <w:rsid w:val="00D746FB"/>
    <w:rsid w:val="00D74E2B"/>
    <w:rsid w:val="00D7551B"/>
    <w:rsid w:val="00D755B4"/>
    <w:rsid w:val="00D7734D"/>
    <w:rsid w:val="00D77823"/>
    <w:rsid w:val="00D77899"/>
    <w:rsid w:val="00D80199"/>
    <w:rsid w:val="00D801B0"/>
    <w:rsid w:val="00D80A3A"/>
    <w:rsid w:val="00D83335"/>
    <w:rsid w:val="00D90B43"/>
    <w:rsid w:val="00D90C25"/>
    <w:rsid w:val="00D90E6D"/>
    <w:rsid w:val="00D90FC0"/>
    <w:rsid w:val="00D91F46"/>
    <w:rsid w:val="00D93F4C"/>
    <w:rsid w:val="00D954AF"/>
    <w:rsid w:val="00D95593"/>
    <w:rsid w:val="00D962F0"/>
    <w:rsid w:val="00D96C9B"/>
    <w:rsid w:val="00D97E77"/>
    <w:rsid w:val="00DA053F"/>
    <w:rsid w:val="00DA0C8F"/>
    <w:rsid w:val="00DA2734"/>
    <w:rsid w:val="00DA3E26"/>
    <w:rsid w:val="00DA4E4F"/>
    <w:rsid w:val="00DA647D"/>
    <w:rsid w:val="00DA6D02"/>
    <w:rsid w:val="00DB0964"/>
    <w:rsid w:val="00DB3008"/>
    <w:rsid w:val="00DB6308"/>
    <w:rsid w:val="00DB69F0"/>
    <w:rsid w:val="00DB7FEB"/>
    <w:rsid w:val="00DC0622"/>
    <w:rsid w:val="00DC0C59"/>
    <w:rsid w:val="00DC0D63"/>
    <w:rsid w:val="00DC1669"/>
    <w:rsid w:val="00DC1A5E"/>
    <w:rsid w:val="00DC1CD5"/>
    <w:rsid w:val="00DC4252"/>
    <w:rsid w:val="00DC483C"/>
    <w:rsid w:val="00DC60BA"/>
    <w:rsid w:val="00DC69D7"/>
    <w:rsid w:val="00DC794F"/>
    <w:rsid w:val="00DC7B9B"/>
    <w:rsid w:val="00DC7F4C"/>
    <w:rsid w:val="00DD0835"/>
    <w:rsid w:val="00DD1C26"/>
    <w:rsid w:val="00DD2810"/>
    <w:rsid w:val="00DD2FC5"/>
    <w:rsid w:val="00DD4139"/>
    <w:rsid w:val="00DD5985"/>
    <w:rsid w:val="00DD61AD"/>
    <w:rsid w:val="00DE0BF5"/>
    <w:rsid w:val="00DE0DAE"/>
    <w:rsid w:val="00DE172D"/>
    <w:rsid w:val="00DE2779"/>
    <w:rsid w:val="00DE5043"/>
    <w:rsid w:val="00DE556E"/>
    <w:rsid w:val="00DE59E4"/>
    <w:rsid w:val="00DE5D29"/>
    <w:rsid w:val="00DE651B"/>
    <w:rsid w:val="00DE7B1C"/>
    <w:rsid w:val="00DE7E3D"/>
    <w:rsid w:val="00DF0F03"/>
    <w:rsid w:val="00DF10B3"/>
    <w:rsid w:val="00DF11DC"/>
    <w:rsid w:val="00DF1356"/>
    <w:rsid w:val="00DF13B3"/>
    <w:rsid w:val="00DF2DB2"/>
    <w:rsid w:val="00DF380C"/>
    <w:rsid w:val="00DF41CF"/>
    <w:rsid w:val="00DF4BC9"/>
    <w:rsid w:val="00DF56A8"/>
    <w:rsid w:val="00DF5A3D"/>
    <w:rsid w:val="00DF714D"/>
    <w:rsid w:val="00E00552"/>
    <w:rsid w:val="00E00568"/>
    <w:rsid w:val="00E0189D"/>
    <w:rsid w:val="00E026AE"/>
    <w:rsid w:val="00E026EB"/>
    <w:rsid w:val="00E03019"/>
    <w:rsid w:val="00E030AF"/>
    <w:rsid w:val="00E03B44"/>
    <w:rsid w:val="00E040C2"/>
    <w:rsid w:val="00E047ED"/>
    <w:rsid w:val="00E04BA3"/>
    <w:rsid w:val="00E050C0"/>
    <w:rsid w:val="00E05BB0"/>
    <w:rsid w:val="00E05EF9"/>
    <w:rsid w:val="00E06366"/>
    <w:rsid w:val="00E07AD6"/>
    <w:rsid w:val="00E10270"/>
    <w:rsid w:val="00E1110C"/>
    <w:rsid w:val="00E11563"/>
    <w:rsid w:val="00E11A18"/>
    <w:rsid w:val="00E13257"/>
    <w:rsid w:val="00E14778"/>
    <w:rsid w:val="00E14EF9"/>
    <w:rsid w:val="00E16794"/>
    <w:rsid w:val="00E16885"/>
    <w:rsid w:val="00E16BB9"/>
    <w:rsid w:val="00E20BA0"/>
    <w:rsid w:val="00E21750"/>
    <w:rsid w:val="00E2269B"/>
    <w:rsid w:val="00E23C21"/>
    <w:rsid w:val="00E25C5D"/>
    <w:rsid w:val="00E265D8"/>
    <w:rsid w:val="00E273D2"/>
    <w:rsid w:val="00E27BDC"/>
    <w:rsid w:val="00E31222"/>
    <w:rsid w:val="00E31B4F"/>
    <w:rsid w:val="00E33C1A"/>
    <w:rsid w:val="00E34FBC"/>
    <w:rsid w:val="00E35020"/>
    <w:rsid w:val="00E35430"/>
    <w:rsid w:val="00E366CF"/>
    <w:rsid w:val="00E36AE6"/>
    <w:rsid w:val="00E36C2A"/>
    <w:rsid w:val="00E373A1"/>
    <w:rsid w:val="00E37EB9"/>
    <w:rsid w:val="00E401ED"/>
    <w:rsid w:val="00E40933"/>
    <w:rsid w:val="00E40943"/>
    <w:rsid w:val="00E409AC"/>
    <w:rsid w:val="00E41187"/>
    <w:rsid w:val="00E413EB"/>
    <w:rsid w:val="00E416BF"/>
    <w:rsid w:val="00E41A22"/>
    <w:rsid w:val="00E423CB"/>
    <w:rsid w:val="00E45306"/>
    <w:rsid w:val="00E45E6C"/>
    <w:rsid w:val="00E460CC"/>
    <w:rsid w:val="00E465DC"/>
    <w:rsid w:val="00E46664"/>
    <w:rsid w:val="00E468EC"/>
    <w:rsid w:val="00E50D57"/>
    <w:rsid w:val="00E5108C"/>
    <w:rsid w:val="00E51B9F"/>
    <w:rsid w:val="00E52E4F"/>
    <w:rsid w:val="00E542F0"/>
    <w:rsid w:val="00E54AFC"/>
    <w:rsid w:val="00E5506D"/>
    <w:rsid w:val="00E561F7"/>
    <w:rsid w:val="00E57C8E"/>
    <w:rsid w:val="00E57D02"/>
    <w:rsid w:val="00E60223"/>
    <w:rsid w:val="00E60692"/>
    <w:rsid w:val="00E610AF"/>
    <w:rsid w:val="00E62C1E"/>
    <w:rsid w:val="00E64DE7"/>
    <w:rsid w:val="00E6520E"/>
    <w:rsid w:val="00E66728"/>
    <w:rsid w:val="00E66B5A"/>
    <w:rsid w:val="00E67C00"/>
    <w:rsid w:val="00E70785"/>
    <w:rsid w:val="00E708E9"/>
    <w:rsid w:val="00E72DB4"/>
    <w:rsid w:val="00E740EE"/>
    <w:rsid w:val="00E774A3"/>
    <w:rsid w:val="00E80632"/>
    <w:rsid w:val="00E82787"/>
    <w:rsid w:val="00E83819"/>
    <w:rsid w:val="00E83B9F"/>
    <w:rsid w:val="00E84189"/>
    <w:rsid w:val="00E8489B"/>
    <w:rsid w:val="00E84F4C"/>
    <w:rsid w:val="00E85790"/>
    <w:rsid w:val="00E858E4"/>
    <w:rsid w:val="00E86DE4"/>
    <w:rsid w:val="00E8772E"/>
    <w:rsid w:val="00E919C2"/>
    <w:rsid w:val="00E92613"/>
    <w:rsid w:val="00E92F13"/>
    <w:rsid w:val="00E93D37"/>
    <w:rsid w:val="00E93DB2"/>
    <w:rsid w:val="00E9493C"/>
    <w:rsid w:val="00E9530E"/>
    <w:rsid w:val="00E9594C"/>
    <w:rsid w:val="00E965BF"/>
    <w:rsid w:val="00E9686F"/>
    <w:rsid w:val="00E96965"/>
    <w:rsid w:val="00EA054E"/>
    <w:rsid w:val="00EA0CF7"/>
    <w:rsid w:val="00EA152D"/>
    <w:rsid w:val="00EA1645"/>
    <w:rsid w:val="00EA2474"/>
    <w:rsid w:val="00EA27A1"/>
    <w:rsid w:val="00EA3652"/>
    <w:rsid w:val="00EA4E4D"/>
    <w:rsid w:val="00EA4FA9"/>
    <w:rsid w:val="00EA53B9"/>
    <w:rsid w:val="00EA5B1C"/>
    <w:rsid w:val="00EA5B83"/>
    <w:rsid w:val="00EA609B"/>
    <w:rsid w:val="00EB01AC"/>
    <w:rsid w:val="00EB0246"/>
    <w:rsid w:val="00EB066A"/>
    <w:rsid w:val="00EB194D"/>
    <w:rsid w:val="00EB22AA"/>
    <w:rsid w:val="00EB22BB"/>
    <w:rsid w:val="00EB255B"/>
    <w:rsid w:val="00EB2853"/>
    <w:rsid w:val="00EB29B1"/>
    <w:rsid w:val="00EB3526"/>
    <w:rsid w:val="00EB3BB1"/>
    <w:rsid w:val="00EB3FD7"/>
    <w:rsid w:val="00EB4A49"/>
    <w:rsid w:val="00EB515E"/>
    <w:rsid w:val="00EB529E"/>
    <w:rsid w:val="00EB5F68"/>
    <w:rsid w:val="00EB6BD3"/>
    <w:rsid w:val="00EB7F44"/>
    <w:rsid w:val="00EC0B30"/>
    <w:rsid w:val="00EC157F"/>
    <w:rsid w:val="00EC1ED1"/>
    <w:rsid w:val="00EC23B5"/>
    <w:rsid w:val="00EC2D51"/>
    <w:rsid w:val="00EC3D66"/>
    <w:rsid w:val="00EC5D98"/>
    <w:rsid w:val="00EC5F97"/>
    <w:rsid w:val="00EC64C2"/>
    <w:rsid w:val="00EC6702"/>
    <w:rsid w:val="00ED021D"/>
    <w:rsid w:val="00ED1217"/>
    <w:rsid w:val="00ED1C9E"/>
    <w:rsid w:val="00ED203D"/>
    <w:rsid w:val="00ED210D"/>
    <w:rsid w:val="00ED2C08"/>
    <w:rsid w:val="00ED5533"/>
    <w:rsid w:val="00ED5910"/>
    <w:rsid w:val="00ED591A"/>
    <w:rsid w:val="00ED640D"/>
    <w:rsid w:val="00ED725C"/>
    <w:rsid w:val="00EE0051"/>
    <w:rsid w:val="00EE046A"/>
    <w:rsid w:val="00EE0FB6"/>
    <w:rsid w:val="00EE1276"/>
    <w:rsid w:val="00EE1EA5"/>
    <w:rsid w:val="00EE2116"/>
    <w:rsid w:val="00EE301C"/>
    <w:rsid w:val="00EE38F8"/>
    <w:rsid w:val="00EE473E"/>
    <w:rsid w:val="00EE4E09"/>
    <w:rsid w:val="00EE5059"/>
    <w:rsid w:val="00EE51EB"/>
    <w:rsid w:val="00EE5815"/>
    <w:rsid w:val="00EE65EE"/>
    <w:rsid w:val="00EE6D12"/>
    <w:rsid w:val="00EE7DDF"/>
    <w:rsid w:val="00EF0F7B"/>
    <w:rsid w:val="00EF1D57"/>
    <w:rsid w:val="00EF1EFE"/>
    <w:rsid w:val="00EF217F"/>
    <w:rsid w:val="00EF284D"/>
    <w:rsid w:val="00EF31CE"/>
    <w:rsid w:val="00EF3F99"/>
    <w:rsid w:val="00EF503C"/>
    <w:rsid w:val="00EF5AC5"/>
    <w:rsid w:val="00EF67BD"/>
    <w:rsid w:val="00EF68AC"/>
    <w:rsid w:val="00EF6D00"/>
    <w:rsid w:val="00EF783F"/>
    <w:rsid w:val="00EF7BB2"/>
    <w:rsid w:val="00F00FFE"/>
    <w:rsid w:val="00F015F6"/>
    <w:rsid w:val="00F019A2"/>
    <w:rsid w:val="00F0215A"/>
    <w:rsid w:val="00F02BD8"/>
    <w:rsid w:val="00F02D7F"/>
    <w:rsid w:val="00F04276"/>
    <w:rsid w:val="00F04973"/>
    <w:rsid w:val="00F04A72"/>
    <w:rsid w:val="00F051AF"/>
    <w:rsid w:val="00F05469"/>
    <w:rsid w:val="00F0650A"/>
    <w:rsid w:val="00F06624"/>
    <w:rsid w:val="00F106F7"/>
    <w:rsid w:val="00F11123"/>
    <w:rsid w:val="00F11298"/>
    <w:rsid w:val="00F11C4B"/>
    <w:rsid w:val="00F1264B"/>
    <w:rsid w:val="00F12F83"/>
    <w:rsid w:val="00F13442"/>
    <w:rsid w:val="00F137A5"/>
    <w:rsid w:val="00F13C4C"/>
    <w:rsid w:val="00F15358"/>
    <w:rsid w:val="00F20D79"/>
    <w:rsid w:val="00F21429"/>
    <w:rsid w:val="00F22D00"/>
    <w:rsid w:val="00F232AE"/>
    <w:rsid w:val="00F23742"/>
    <w:rsid w:val="00F243BE"/>
    <w:rsid w:val="00F24442"/>
    <w:rsid w:val="00F25412"/>
    <w:rsid w:val="00F25D48"/>
    <w:rsid w:val="00F2619E"/>
    <w:rsid w:val="00F273E8"/>
    <w:rsid w:val="00F276E7"/>
    <w:rsid w:val="00F27933"/>
    <w:rsid w:val="00F27EA4"/>
    <w:rsid w:val="00F30DD5"/>
    <w:rsid w:val="00F31162"/>
    <w:rsid w:val="00F317CD"/>
    <w:rsid w:val="00F333F7"/>
    <w:rsid w:val="00F33FA3"/>
    <w:rsid w:val="00F3413B"/>
    <w:rsid w:val="00F345FD"/>
    <w:rsid w:val="00F34637"/>
    <w:rsid w:val="00F34888"/>
    <w:rsid w:val="00F352AA"/>
    <w:rsid w:val="00F35405"/>
    <w:rsid w:val="00F35A12"/>
    <w:rsid w:val="00F35A4C"/>
    <w:rsid w:val="00F366A4"/>
    <w:rsid w:val="00F3691F"/>
    <w:rsid w:val="00F36C15"/>
    <w:rsid w:val="00F36C21"/>
    <w:rsid w:val="00F36F6B"/>
    <w:rsid w:val="00F40805"/>
    <w:rsid w:val="00F41AB4"/>
    <w:rsid w:val="00F43ADE"/>
    <w:rsid w:val="00F43BA8"/>
    <w:rsid w:val="00F43E18"/>
    <w:rsid w:val="00F459DD"/>
    <w:rsid w:val="00F47F92"/>
    <w:rsid w:val="00F5015F"/>
    <w:rsid w:val="00F51923"/>
    <w:rsid w:val="00F520C2"/>
    <w:rsid w:val="00F54393"/>
    <w:rsid w:val="00F549E0"/>
    <w:rsid w:val="00F55281"/>
    <w:rsid w:val="00F559DE"/>
    <w:rsid w:val="00F56E0F"/>
    <w:rsid w:val="00F57C88"/>
    <w:rsid w:val="00F6083A"/>
    <w:rsid w:val="00F611EE"/>
    <w:rsid w:val="00F61B7E"/>
    <w:rsid w:val="00F6384F"/>
    <w:rsid w:val="00F65310"/>
    <w:rsid w:val="00F65469"/>
    <w:rsid w:val="00F67EB8"/>
    <w:rsid w:val="00F70580"/>
    <w:rsid w:val="00F706E0"/>
    <w:rsid w:val="00F70BF6"/>
    <w:rsid w:val="00F70ED2"/>
    <w:rsid w:val="00F71409"/>
    <w:rsid w:val="00F72F9B"/>
    <w:rsid w:val="00F73920"/>
    <w:rsid w:val="00F753BE"/>
    <w:rsid w:val="00F75507"/>
    <w:rsid w:val="00F75B14"/>
    <w:rsid w:val="00F768D4"/>
    <w:rsid w:val="00F77A88"/>
    <w:rsid w:val="00F77F2B"/>
    <w:rsid w:val="00F80277"/>
    <w:rsid w:val="00F806AE"/>
    <w:rsid w:val="00F81A34"/>
    <w:rsid w:val="00F81A7A"/>
    <w:rsid w:val="00F82872"/>
    <w:rsid w:val="00F8302E"/>
    <w:rsid w:val="00F83D98"/>
    <w:rsid w:val="00F84552"/>
    <w:rsid w:val="00F84919"/>
    <w:rsid w:val="00F84FE0"/>
    <w:rsid w:val="00F85787"/>
    <w:rsid w:val="00F863AA"/>
    <w:rsid w:val="00F864DC"/>
    <w:rsid w:val="00F879D5"/>
    <w:rsid w:val="00F87F44"/>
    <w:rsid w:val="00F901F0"/>
    <w:rsid w:val="00F9025D"/>
    <w:rsid w:val="00F9080A"/>
    <w:rsid w:val="00F9215A"/>
    <w:rsid w:val="00F94BC7"/>
    <w:rsid w:val="00F94F26"/>
    <w:rsid w:val="00F95097"/>
    <w:rsid w:val="00F95768"/>
    <w:rsid w:val="00F959DE"/>
    <w:rsid w:val="00F962CF"/>
    <w:rsid w:val="00FA0B85"/>
    <w:rsid w:val="00FA0F0A"/>
    <w:rsid w:val="00FA1037"/>
    <w:rsid w:val="00FA27DC"/>
    <w:rsid w:val="00FA2E26"/>
    <w:rsid w:val="00FA337D"/>
    <w:rsid w:val="00FA33D0"/>
    <w:rsid w:val="00FA43F8"/>
    <w:rsid w:val="00FA45C4"/>
    <w:rsid w:val="00FA472C"/>
    <w:rsid w:val="00FA4E8A"/>
    <w:rsid w:val="00FA523F"/>
    <w:rsid w:val="00FA5CB3"/>
    <w:rsid w:val="00FA5F2B"/>
    <w:rsid w:val="00FA676C"/>
    <w:rsid w:val="00FA67FF"/>
    <w:rsid w:val="00FA704E"/>
    <w:rsid w:val="00FB0AE3"/>
    <w:rsid w:val="00FB13EF"/>
    <w:rsid w:val="00FB3443"/>
    <w:rsid w:val="00FB499D"/>
    <w:rsid w:val="00FB56E6"/>
    <w:rsid w:val="00FB56F3"/>
    <w:rsid w:val="00FB6741"/>
    <w:rsid w:val="00FB6900"/>
    <w:rsid w:val="00FB768C"/>
    <w:rsid w:val="00FB7829"/>
    <w:rsid w:val="00FC0277"/>
    <w:rsid w:val="00FC09C0"/>
    <w:rsid w:val="00FC165F"/>
    <w:rsid w:val="00FC3B7B"/>
    <w:rsid w:val="00FC409B"/>
    <w:rsid w:val="00FC4553"/>
    <w:rsid w:val="00FC5F7A"/>
    <w:rsid w:val="00FC6EDC"/>
    <w:rsid w:val="00FC7A44"/>
    <w:rsid w:val="00FD01A0"/>
    <w:rsid w:val="00FD08C6"/>
    <w:rsid w:val="00FD0C51"/>
    <w:rsid w:val="00FD1902"/>
    <w:rsid w:val="00FD19D5"/>
    <w:rsid w:val="00FD1EA8"/>
    <w:rsid w:val="00FD2276"/>
    <w:rsid w:val="00FD314C"/>
    <w:rsid w:val="00FD3182"/>
    <w:rsid w:val="00FD354F"/>
    <w:rsid w:val="00FD4437"/>
    <w:rsid w:val="00FD703C"/>
    <w:rsid w:val="00FD705F"/>
    <w:rsid w:val="00FD7D05"/>
    <w:rsid w:val="00FE019C"/>
    <w:rsid w:val="00FE088E"/>
    <w:rsid w:val="00FE4381"/>
    <w:rsid w:val="00FE43FB"/>
    <w:rsid w:val="00FE490A"/>
    <w:rsid w:val="00FE5BB5"/>
    <w:rsid w:val="00FE6388"/>
    <w:rsid w:val="00FE720A"/>
    <w:rsid w:val="00FF039A"/>
    <w:rsid w:val="00FF0DDA"/>
    <w:rsid w:val="00FF1263"/>
    <w:rsid w:val="00FF15F4"/>
    <w:rsid w:val="00FF189F"/>
    <w:rsid w:val="00FF28D0"/>
    <w:rsid w:val="00FF2940"/>
    <w:rsid w:val="00FF308F"/>
    <w:rsid w:val="00FF6939"/>
    <w:rsid w:val="00FF6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spacing w:line="264" w:lineRule="auto"/>
      <w:jc w:val="center"/>
      <w:outlineLvl w:val="0"/>
    </w:pPr>
    <w:rPr>
      <w:rFonts w:ascii="Arial" w:hAnsi="Arial"/>
      <w:b/>
      <w:i/>
      <w:sz w:val="20"/>
      <w:szCs w:val="20"/>
      <w:lang/>
    </w:rPr>
  </w:style>
  <w:style w:type="paragraph" w:styleId="Titolo2">
    <w:name w:val="heading 2"/>
    <w:basedOn w:val="Normale"/>
    <w:next w:val="Normale"/>
    <w:link w:val="Titolo2Carattere"/>
    <w:qFormat/>
    <w:pPr>
      <w:keepNext/>
      <w:jc w:val="center"/>
      <w:outlineLvl w:val="1"/>
    </w:pPr>
    <w:rPr>
      <w:b/>
      <w:bCs/>
      <w:lang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  <w:sz w:val="18"/>
      <w:szCs w:val="18"/>
    </w:rPr>
  </w:style>
  <w:style w:type="paragraph" w:styleId="Titolo9">
    <w:name w:val="heading 9"/>
    <w:basedOn w:val="Normale"/>
    <w:next w:val="Normale"/>
    <w:qFormat/>
    <w:pPr>
      <w:keepNext/>
      <w:spacing w:line="360" w:lineRule="auto"/>
      <w:jc w:val="right"/>
      <w:outlineLvl w:val="8"/>
    </w:pPr>
    <w:rPr>
      <w:rFonts w:ascii="SimSun" w:eastAsia="SimSun" w:hAnsi="SimSun"/>
      <w:b/>
      <w:bCs/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/>
    </w:rPr>
  </w:style>
  <w:style w:type="paragraph" w:styleId="Corpotesto">
    <w:name w:val="Corpo testo"/>
    <w:basedOn w:val="Normale"/>
    <w:link w:val="CorpotestoCarattere"/>
    <w:rPr>
      <w:i/>
      <w:lang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1300"/>
      </w:tabs>
      <w:jc w:val="center"/>
    </w:pPr>
    <w:rPr>
      <w:b/>
      <w:bCs/>
      <w:sz w:val="28"/>
    </w:rPr>
  </w:style>
  <w:style w:type="table" w:styleId="Grigliatabella">
    <w:name w:val="Table Grid"/>
    <w:basedOn w:val="Tabellanormale"/>
    <w:uiPriority w:val="59"/>
    <w:rsid w:val="00912C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link w:val="Pidipagina"/>
    <w:uiPriority w:val="99"/>
    <w:rsid w:val="00D83335"/>
    <w:rPr>
      <w:sz w:val="24"/>
      <w:szCs w:val="24"/>
    </w:rPr>
  </w:style>
  <w:style w:type="paragraph" w:customStyle="1" w:styleId="Grigliamedia1-Colore21">
    <w:name w:val="Griglia media 1 - Colore 21"/>
    <w:basedOn w:val="Normale"/>
    <w:uiPriority w:val="34"/>
    <w:qFormat/>
    <w:rsid w:val="009F38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E86DE4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309B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41309B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rsid w:val="00110CDC"/>
    <w:rPr>
      <w:rFonts w:ascii="Arial" w:hAnsi="Arial" w:cs="Arial"/>
      <w:b/>
      <w:i/>
    </w:rPr>
  </w:style>
  <w:style w:type="character" w:customStyle="1" w:styleId="CorpotestoCarattere">
    <w:name w:val="Corpo testo Carattere"/>
    <w:link w:val="Corpotesto"/>
    <w:rsid w:val="00110CDC"/>
    <w:rPr>
      <w:i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706AFF"/>
    <w:pPr>
      <w:spacing w:after="120" w:line="480" w:lineRule="auto"/>
      <w:ind w:left="283"/>
    </w:pPr>
    <w:rPr>
      <w:lang/>
    </w:rPr>
  </w:style>
  <w:style w:type="character" w:customStyle="1" w:styleId="Rientrocorpodeltesto2Carattere">
    <w:name w:val="Rientro corpo del testo 2 Carattere"/>
    <w:link w:val="Rientrocorpodeltesto2"/>
    <w:uiPriority w:val="99"/>
    <w:rsid w:val="00706AFF"/>
    <w:rPr>
      <w:sz w:val="24"/>
      <w:szCs w:val="24"/>
    </w:rPr>
  </w:style>
  <w:style w:type="paragraph" w:styleId="Sottotitolo">
    <w:name w:val="Subtitle"/>
    <w:basedOn w:val="Normale"/>
    <w:link w:val="SottotitoloCarattere"/>
    <w:qFormat/>
    <w:rsid w:val="00706AFF"/>
    <w:pPr>
      <w:jc w:val="center"/>
    </w:pPr>
    <w:rPr>
      <w:b/>
      <w:i/>
      <w:sz w:val="32"/>
      <w:szCs w:val="20"/>
      <w:lang/>
    </w:rPr>
  </w:style>
  <w:style w:type="character" w:customStyle="1" w:styleId="SottotitoloCarattere">
    <w:name w:val="Sottotitolo Carattere"/>
    <w:link w:val="Sottotitolo"/>
    <w:rsid w:val="00706AFF"/>
    <w:rPr>
      <w:b/>
      <w:i/>
      <w:sz w:val="32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B72264"/>
    <w:pPr>
      <w:spacing w:after="120"/>
      <w:ind w:left="283"/>
    </w:pPr>
    <w:rPr>
      <w:lang/>
    </w:rPr>
  </w:style>
  <w:style w:type="character" w:customStyle="1" w:styleId="RientrocorpodeltestoCarattere">
    <w:name w:val="Rientro corpo del testo Carattere"/>
    <w:link w:val="Rientrocorpodeltesto"/>
    <w:uiPriority w:val="99"/>
    <w:rsid w:val="00B72264"/>
    <w:rPr>
      <w:sz w:val="24"/>
      <w:szCs w:val="24"/>
    </w:rPr>
  </w:style>
  <w:style w:type="character" w:customStyle="1" w:styleId="Titolo2Carattere">
    <w:name w:val="Titolo 2 Carattere"/>
    <w:link w:val="Titolo2"/>
    <w:rsid w:val="00CD3FE5"/>
    <w:rPr>
      <w:b/>
      <w:bCs/>
      <w:sz w:val="24"/>
      <w:szCs w:val="24"/>
    </w:rPr>
  </w:style>
  <w:style w:type="character" w:customStyle="1" w:styleId="IntestazioneCarattere">
    <w:name w:val="Intestazione Carattere"/>
    <w:link w:val="Intestazione"/>
    <w:rsid w:val="00CA54FA"/>
    <w:rPr>
      <w:sz w:val="24"/>
      <w:szCs w:val="24"/>
    </w:rPr>
  </w:style>
  <w:style w:type="paragraph" w:customStyle="1" w:styleId="Paragrafoelenco1">
    <w:name w:val="Paragrafo elenco1"/>
    <w:basedOn w:val="Normale"/>
    <w:rsid w:val="007465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Paragrafoelenco2">
    <w:name w:val="Paragrafo elenco2"/>
    <w:basedOn w:val="Normale"/>
    <w:rsid w:val="007465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NormaleWeb13">
    <w:name w:val="Normale (Web)13"/>
    <w:basedOn w:val="Normale"/>
    <w:rsid w:val="00DA4E4F"/>
    <w:pPr>
      <w:spacing w:before="100" w:beforeAutospacing="1" w:after="480" w:line="360" w:lineRule="atLeast"/>
    </w:pPr>
    <w:rPr>
      <w:color w:val="34495E"/>
      <w:sz w:val="25"/>
      <w:szCs w:val="25"/>
    </w:rPr>
  </w:style>
  <w:style w:type="character" w:customStyle="1" w:styleId="apple-converted-space">
    <w:name w:val="apple-converted-space"/>
    <w:basedOn w:val="Carpredefinitoparagrafo"/>
    <w:rsid w:val="00FD19D5"/>
  </w:style>
  <w:style w:type="paragraph" w:customStyle="1" w:styleId="StileGiustificatoInterlinea15righe">
    <w:name w:val="Stile Giustificato Interlinea 15 righe"/>
    <w:basedOn w:val="Normale"/>
    <w:rsid w:val="00EE5815"/>
    <w:pPr>
      <w:spacing w:line="360" w:lineRule="auto"/>
      <w:jc w:val="both"/>
    </w:pPr>
    <w:rPr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4684B"/>
    <w:pPr>
      <w:spacing w:after="120"/>
    </w:pPr>
    <w:rPr>
      <w:sz w:val="16"/>
      <w:szCs w:val="16"/>
      <w:lang/>
    </w:rPr>
  </w:style>
  <w:style w:type="character" w:customStyle="1" w:styleId="Corpodeltesto3Carattere">
    <w:name w:val="Corpo del testo 3 Carattere"/>
    <w:link w:val="Corpodeltesto3"/>
    <w:uiPriority w:val="99"/>
    <w:semiHidden/>
    <w:rsid w:val="00A4684B"/>
    <w:rPr>
      <w:sz w:val="16"/>
      <w:szCs w:val="16"/>
      <w:lang/>
    </w:rPr>
  </w:style>
  <w:style w:type="character" w:styleId="Numeropagina">
    <w:name w:val="page number"/>
    <w:basedOn w:val="Carpredefinitoparagrafo"/>
    <w:rsid w:val="008063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0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00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0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sede.centrale@pec.artaabruzzo.it" TargetMode="External"/><Relationship Id="rId1" Type="http://schemas.openxmlformats.org/officeDocument/2006/relationships/hyperlink" Target="mailto:info@artaabruzzo.it" TargetMode="External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ssimogiusti:Desktop:ARTA%20CENTRALE:QUALITA'%20GENERALE:QUALITA'%202017:carta%20area%20amministrati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6F86B-79AA-4C2F-893C-11AFDE681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area amministrativa.dot</Template>
  <TotalTime>11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ARTA</vt:lpstr>
    </vt:vector>
  </TitlesOfParts>
  <Company>ARTA Abruzzo</Company>
  <LinksUpToDate>false</LinksUpToDate>
  <CharactersWithSpaces>3324</CharactersWithSpaces>
  <SharedDoc>false</SharedDoc>
  <HLinks>
    <vt:vector size="12" baseType="variant">
      <vt:variant>
        <vt:i4>2555906</vt:i4>
      </vt:variant>
      <vt:variant>
        <vt:i4>3</vt:i4>
      </vt:variant>
      <vt:variant>
        <vt:i4>0</vt:i4>
      </vt:variant>
      <vt:variant>
        <vt:i4>5</vt:i4>
      </vt:variant>
      <vt:variant>
        <vt:lpwstr>mailto:sede.centrale@pec.artaabruzzo.it</vt:lpwstr>
      </vt:variant>
      <vt:variant>
        <vt:lpwstr/>
      </vt:variant>
      <vt:variant>
        <vt:i4>589873</vt:i4>
      </vt:variant>
      <vt:variant>
        <vt:i4>0</vt:i4>
      </vt:variant>
      <vt:variant>
        <vt:i4>0</vt:i4>
      </vt:variant>
      <vt:variant>
        <vt:i4>5</vt:i4>
      </vt:variant>
      <vt:variant>
        <vt:lpwstr>mailto:info@artaabruzzo.it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ARTA</dc:title>
  <dc:creator>Massimo  Giusti</dc:creator>
  <cp:lastModifiedBy>Marco Cacciagrano</cp:lastModifiedBy>
  <cp:revision>3</cp:revision>
  <cp:lastPrinted>2019-06-18T11:16:00Z</cp:lastPrinted>
  <dcterms:created xsi:type="dcterms:W3CDTF">2019-11-08T09:20:00Z</dcterms:created>
  <dcterms:modified xsi:type="dcterms:W3CDTF">2019-11-08T09:21:00Z</dcterms:modified>
</cp:coreProperties>
</file>